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ED" w:rsidRPr="001A4DCC" w:rsidRDefault="00C92877" w:rsidP="00A976F7">
      <w:pPr>
        <w:ind w:left="5812"/>
        <w:rPr>
          <w:color w:val="000000"/>
        </w:rPr>
      </w:pPr>
      <w:bookmarkStart w:id="0" w:name="_GoBack"/>
      <w:bookmarkEnd w:id="0"/>
      <w:r w:rsidRPr="001A4DCC">
        <w:rPr>
          <w:color w:val="000000"/>
        </w:rPr>
        <w:t xml:space="preserve">Приложение </w:t>
      </w:r>
    </w:p>
    <w:p w:rsidR="00C92877" w:rsidRPr="001A4DCC" w:rsidRDefault="008344ED" w:rsidP="00A976F7">
      <w:pPr>
        <w:ind w:left="5812"/>
        <w:rPr>
          <w:color w:val="000000"/>
        </w:rPr>
      </w:pPr>
      <w:r w:rsidRPr="001A4DCC">
        <w:rPr>
          <w:color w:val="000000"/>
        </w:rPr>
        <w:t xml:space="preserve">к </w:t>
      </w:r>
      <w:r w:rsidR="00C92877" w:rsidRPr="001A4DCC">
        <w:rPr>
          <w:color w:val="000000"/>
        </w:rPr>
        <w:t xml:space="preserve">письму </w:t>
      </w:r>
      <w:r w:rsidR="00F24489">
        <w:rPr>
          <w:color w:val="000000"/>
        </w:rPr>
        <w:t xml:space="preserve">временно </w:t>
      </w:r>
      <w:r w:rsidR="00404770">
        <w:rPr>
          <w:color w:val="000000"/>
        </w:rPr>
        <w:br/>
      </w:r>
      <w:r w:rsidR="005A3827">
        <w:rPr>
          <w:color w:val="000000"/>
        </w:rPr>
        <w:t xml:space="preserve">исполняющего обязанности </w:t>
      </w:r>
      <w:r w:rsidR="00404770">
        <w:rPr>
          <w:color w:val="000000"/>
        </w:rPr>
        <w:br/>
      </w:r>
      <w:r w:rsidR="00C92877" w:rsidRPr="001A4DCC">
        <w:rPr>
          <w:color w:val="000000"/>
        </w:rPr>
        <w:t>Губернатора</w:t>
      </w:r>
      <w:r w:rsidR="00404770">
        <w:rPr>
          <w:color w:val="000000"/>
        </w:rPr>
        <w:t xml:space="preserve"> </w:t>
      </w:r>
      <w:r w:rsidR="00C92877" w:rsidRPr="001A4DCC">
        <w:rPr>
          <w:color w:val="000000"/>
        </w:rPr>
        <w:t>Ярославской области</w:t>
      </w:r>
    </w:p>
    <w:p w:rsidR="00C92877" w:rsidRPr="00A67363" w:rsidRDefault="00C92877" w:rsidP="00A976F7">
      <w:pPr>
        <w:ind w:left="5812"/>
      </w:pPr>
      <w:r w:rsidRPr="00A67363">
        <w:t xml:space="preserve">от </w:t>
      </w:r>
      <w:r w:rsidR="00100EAA" w:rsidRPr="00A67363">
        <w:t>29</w:t>
      </w:r>
      <w:r w:rsidR="00B9486A" w:rsidRPr="00A67363">
        <w:t>.10.20</w:t>
      </w:r>
      <w:r w:rsidR="007D2705" w:rsidRPr="00A67363">
        <w:t>2</w:t>
      </w:r>
      <w:r w:rsidR="00A67363">
        <w:t>1</w:t>
      </w:r>
      <w:r w:rsidR="00B9486A" w:rsidRPr="00A67363">
        <w:t xml:space="preserve"> </w:t>
      </w:r>
      <w:r w:rsidRPr="00A67363">
        <w:t xml:space="preserve">№ </w:t>
      </w:r>
      <w:r w:rsidR="008650E5" w:rsidRPr="00A67363">
        <w:t xml:space="preserve">ИХ. </w:t>
      </w:r>
      <w:r w:rsidR="00B9486A" w:rsidRPr="00A67363">
        <w:t>01-1</w:t>
      </w:r>
      <w:r w:rsidR="00F93E7A" w:rsidRPr="00A67363">
        <w:t>2</w:t>
      </w:r>
      <w:r w:rsidR="00B601CB" w:rsidRPr="00A67363">
        <w:t>590</w:t>
      </w:r>
      <w:r w:rsidR="00B9486A" w:rsidRPr="00A67363">
        <w:t>/</w:t>
      </w:r>
      <w:r w:rsidR="00F93E7A" w:rsidRPr="00A67363">
        <w:t>2</w:t>
      </w:r>
      <w:r w:rsidR="00B601CB" w:rsidRPr="00A67363">
        <w:t>1</w:t>
      </w:r>
    </w:p>
    <w:p w:rsidR="00C92877" w:rsidRPr="001A4DCC" w:rsidRDefault="00C92877" w:rsidP="00C92877">
      <w:pPr>
        <w:jc w:val="both"/>
        <w:rPr>
          <w:sz w:val="27"/>
          <w:szCs w:val="27"/>
        </w:rPr>
      </w:pPr>
    </w:p>
    <w:p w:rsidR="00C92877" w:rsidRPr="001A4DCC" w:rsidRDefault="00C92877" w:rsidP="0075419B">
      <w:pPr>
        <w:pStyle w:val="1"/>
        <w:jc w:val="center"/>
        <w:rPr>
          <w:b/>
          <w:szCs w:val="28"/>
        </w:rPr>
      </w:pPr>
      <w:r w:rsidRPr="001A4DCC">
        <w:rPr>
          <w:b/>
          <w:szCs w:val="28"/>
        </w:rPr>
        <w:t>Прилагаемые документы и материалы</w:t>
      </w:r>
    </w:p>
    <w:p w:rsidR="00C92877" w:rsidRPr="001A4DCC" w:rsidRDefault="00C92877" w:rsidP="00C92877">
      <w:pPr>
        <w:ind w:firstLine="561"/>
        <w:jc w:val="both"/>
      </w:pP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1.</w:t>
      </w:r>
      <w:r w:rsidRPr="001A4DCC">
        <w:rPr>
          <w:sz w:val="28"/>
          <w:szCs w:val="28"/>
        </w:rPr>
        <w:t xml:space="preserve"> Проект закона Ярославской области «Об областном бюджете на 20</w:t>
      </w:r>
      <w:r w:rsidR="00470DE6">
        <w:rPr>
          <w:sz w:val="28"/>
          <w:szCs w:val="28"/>
        </w:rPr>
        <w:t>2</w:t>
      </w:r>
      <w:r w:rsidR="00100EAA">
        <w:rPr>
          <w:sz w:val="28"/>
          <w:szCs w:val="28"/>
        </w:rPr>
        <w:t>2</w:t>
      </w:r>
      <w:r w:rsidR="008A2D8A">
        <w:rPr>
          <w:sz w:val="28"/>
          <w:szCs w:val="28"/>
        </w:rPr>
        <w:t> </w:t>
      </w:r>
      <w:r w:rsidRPr="001A4DCC">
        <w:rPr>
          <w:sz w:val="28"/>
          <w:szCs w:val="28"/>
        </w:rPr>
        <w:t>год</w:t>
      </w:r>
      <w:r w:rsidR="00FD61DE" w:rsidRPr="001A4DCC">
        <w:rPr>
          <w:sz w:val="28"/>
          <w:szCs w:val="28"/>
        </w:rPr>
        <w:t xml:space="preserve"> и на плановый период 20</w:t>
      </w:r>
      <w:r w:rsidR="00EA52B6">
        <w:rPr>
          <w:sz w:val="28"/>
          <w:szCs w:val="28"/>
        </w:rPr>
        <w:t>2</w:t>
      </w:r>
      <w:r w:rsidR="00100EAA">
        <w:rPr>
          <w:sz w:val="28"/>
          <w:szCs w:val="28"/>
        </w:rPr>
        <w:t>3</w:t>
      </w:r>
      <w:r w:rsidR="00FD61DE" w:rsidRPr="001A4DCC">
        <w:rPr>
          <w:sz w:val="28"/>
          <w:szCs w:val="28"/>
        </w:rPr>
        <w:t xml:space="preserve"> и 20</w:t>
      </w:r>
      <w:r w:rsidR="00EA52B6">
        <w:rPr>
          <w:sz w:val="28"/>
          <w:szCs w:val="28"/>
        </w:rPr>
        <w:t>2</w:t>
      </w:r>
      <w:r w:rsidR="00100EAA">
        <w:rPr>
          <w:sz w:val="28"/>
          <w:szCs w:val="28"/>
        </w:rPr>
        <w:t>4</w:t>
      </w:r>
      <w:r w:rsidR="00FD61DE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2523AB" w:rsidRPr="002523AB">
        <w:rPr>
          <w:sz w:val="28"/>
          <w:szCs w:val="28"/>
        </w:rPr>
        <w:t>809</w:t>
      </w:r>
      <w:r w:rsidRPr="002523AB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, в</w:t>
      </w:r>
      <w:r w:rsidR="00FD61DE" w:rsidRPr="001A4DCC">
        <w:rPr>
          <w:sz w:val="28"/>
          <w:szCs w:val="28"/>
        </w:rPr>
        <w:t> </w:t>
      </w:r>
      <w:r w:rsidRPr="001A4DCC">
        <w:rPr>
          <w:sz w:val="28"/>
          <w:szCs w:val="28"/>
        </w:rPr>
        <w:t>т.ч.: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1.1) текст проекта закона Ярославской области «</w:t>
      </w:r>
      <w:r w:rsidR="00B212CA" w:rsidRPr="001A4DCC">
        <w:rPr>
          <w:sz w:val="28"/>
          <w:szCs w:val="28"/>
        </w:rPr>
        <w:t>Об областном бюджете на 20</w:t>
      </w:r>
      <w:r w:rsidR="00470DE6">
        <w:rPr>
          <w:sz w:val="28"/>
          <w:szCs w:val="28"/>
        </w:rPr>
        <w:t>2</w:t>
      </w:r>
      <w:r w:rsidR="00100EAA">
        <w:rPr>
          <w:sz w:val="28"/>
          <w:szCs w:val="28"/>
        </w:rPr>
        <w:t>2</w:t>
      </w:r>
      <w:r w:rsidR="00B212CA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100EAA">
        <w:rPr>
          <w:sz w:val="28"/>
          <w:szCs w:val="28"/>
        </w:rPr>
        <w:t>3</w:t>
      </w:r>
      <w:r w:rsidR="00B212CA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100EAA">
        <w:rPr>
          <w:sz w:val="28"/>
          <w:szCs w:val="28"/>
        </w:rPr>
        <w:t>4</w:t>
      </w:r>
      <w:r w:rsidR="00B212CA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246B00" w:rsidRPr="00246B00">
        <w:rPr>
          <w:sz w:val="28"/>
          <w:szCs w:val="28"/>
        </w:rPr>
        <w:t>9</w:t>
      </w:r>
      <w:r w:rsidRPr="00935CA5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F2428A" w:rsidRPr="001A4DCC" w:rsidRDefault="00275AF0" w:rsidP="00F2428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1.2) </w:t>
      </w:r>
      <w:r w:rsidR="00612104" w:rsidRPr="001A4DCC">
        <w:rPr>
          <w:sz w:val="28"/>
          <w:szCs w:val="28"/>
        </w:rPr>
        <w:t>приложение 1 «Н</w:t>
      </w:r>
      <w:r w:rsidRPr="001A4DCC">
        <w:rPr>
          <w:sz w:val="28"/>
          <w:szCs w:val="28"/>
        </w:rPr>
        <w:t xml:space="preserve">ормативы распределения налоговых и неналоговых доходов консолидированного бюджета </w:t>
      </w:r>
      <w:r w:rsidR="00F2428A" w:rsidRPr="001A4DCC">
        <w:rPr>
          <w:sz w:val="28"/>
          <w:szCs w:val="28"/>
        </w:rPr>
        <w:t>Я</w:t>
      </w:r>
      <w:r w:rsidRPr="001A4DCC">
        <w:rPr>
          <w:sz w:val="28"/>
          <w:szCs w:val="28"/>
        </w:rPr>
        <w:t xml:space="preserve">рославской области между </w:t>
      </w:r>
      <w:r w:rsidR="00F54682">
        <w:rPr>
          <w:sz w:val="28"/>
          <w:szCs w:val="28"/>
        </w:rPr>
        <w:t xml:space="preserve">           </w:t>
      </w:r>
      <w:r w:rsidRPr="001A4DCC">
        <w:rPr>
          <w:sz w:val="28"/>
          <w:szCs w:val="28"/>
        </w:rPr>
        <w:t>областным и местными бюджетами на 20</w:t>
      </w:r>
      <w:r w:rsidR="00470DE6">
        <w:rPr>
          <w:sz w:val="28"/>
          <w:szCs w:val="28"/>
        </w:rPr>
        <w:t>2</w:t>
      </w:r>
      <w:r w:rsidR="007D5E63">
        <w:rPr>
          <w:sz w:val="28"/>
          <w:szCs w:val="28"/>
        </w:rPr>
        <w:t>2</w:t>
      </w:r>
      <w:r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D5E63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D5E63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годов</w:t>
      </w:r>
      <w:r w:rsidR="003C77D6" w:rsidRPr="001A4DCC">
        <w:rPr>
          <w:sz w:val="28"/>
          <w:szCs w:val="28"/>
        </w:rPr>
        <w:t>»</w:t>
      </w:r>
      <w:r w:rsidR="00F2428A" w:rsidRPr="001A4DCC">
        <w:rPr>
          <w:sz w:val="28"/>
          <w:szCs w:val="28"/>
        </w:rPr>
        <w:t xml:space="preserve"> </w:t>
      </w:r>
      <w:r w:rsidR="00F2428A" w:rsidRPr="00246B00">
        <w:rPr>
          <w:sz w:val="28"/>
          <w:szCs w:val="28"/>
        </w:rPr>
        <w:t xml:space="preserve">на </w:t>
      </w:r>
      <w:r w:rsidR="00246B00" w:rsidRPr="00246B00">
        <w:rPr>
          <w:sz w:val="28"/>
          <w:szCs w:val="28"/>
        </w:rPr>
        <w:t>15</w:t>
      </w:r>
      <w:r w:rsidR="00F2428A" w:rsidRPr="00246B00">
        <w:rPr>
          <w:sz w:val="28"/>
          <w:szCs w:val="28"/>
        </w:rPr>
        <w:t xml:space="preserve"> л. </w:t>
      </w:r>
      <w:r w:rsidR="00F2428A" w:rsidRPr="001A4DCC">
        <w:rPr>
          <w:sz w:val="28"/>
          <w:szCs w:val="28"/>
        </w:rPr>
        <w:t>в 1 экз.;</w:t>
      </w:r>
    </w:p>
    <w:p w:rsidR="00EF6381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) </w:t>
      </w:r>
      <w:r w:rsidR="00EF6381" w:rsidRPr="001A4DCC">
        <w:rPr>
          <w:sz w:val="28"/>
          <w:szCs w:val="28"/>
        </w:rPr>
        <w:t>приложение 2 «Нормативы распределения доходов от акцизов на а</w:t>
      </w:r>
      <w:r w:rsidR="00EF6381" w:rsidRPr="001A4DCC">
        <w:rPr>
          <w:sz w:val="28"/>
          <w:szCs w:val="28"/>
        </w:rPr>
        <w:t>в</w:t>
      </w:r>
      <w:r w:rsidR="00EF6381" w:rsidRPr="001A4DCC">
        <w:rPr>
          <w:sz w:val="28"/>
          <w:szCs w:val="28"/>
        </w:rPr>
        <w:t>томобильный и прямогонный бензин, дизельное топливо, моторные масла для дизельных и (или) карбюраторных (инжекторных) двигателей, произв</w:t>
      </w:r>
      <w:r w:rsidR="00EF6381" w:rsidRPr="001A4DCC">
        <w:rPr>
          <w:sz w:val="28"/>
          <w:szCs w:val="28"/>
        </w:rPr>
        <w:t>о</w:t>
      </w:r>
      <w:r w:rsidR="00EF6381" w:rsidRPr="001A4DCC">
        <w:rPr>
          <w:sz w:val="28"/>
          <w:szCs w:val="28"/>
        </w:rPr>
        <w:t>димые на территории Российской Федерации, в бюджеты муниципальных образований Ярославской области на 20</w:t>
      </w:r>
      <w:r w:rsidR="00470DE6">
        <w:rPr>
          <w:sz w:val="28"/>
          <w:szCs w:val="28"/>
        </w:rPr>
        <w:t>2</w:t>
      </w:r>
      <w:r w:rsidR="007D5E63">
        <w:rPr>
          <w:sz w:val="28"/>
          <w:szCs w:val="28"/>
        </w:rPr>
        <w:t>2</w:t>
      </w:r>
      <w:r w:rsidR="00EF6381" w:rsidRPr="001A4DCC">
        <w:rPr>
          <w:sz w:val="28"/>
          <w:szCs w:val="28"/>
        </w:rPr>
        <w:t xml:space="preserve"> год</w:t>
      </w:r>
      <w:r w:rsidR="00470DE6" w:rsidRPr="00470DE6">
        <w:rPr>
          <w:sz w:val="28"/>
          <w:szCs w:val="28"/>
        </w:rPr>
        <w:t xml:space="preserve"> и на плановый период 202</w:t>
      </w:r>
      <w:r w:rsidR="007D5E63">
        <w:rPr>
          <w:sz w:val="28"/>
          <w:szCs w:val="28"/>
        </w:rPr>
        <w:t>3</w:t>
      </w:r>
      <w:r w:rsidR="00470DE6" w:rsidRPr="00470DE6">
        <w:rPr>
          <w:sz w:val="28"/>
          <w:szCs w:val="28"/>
        </w:rPr>
        <w:t xml:space="preserve"> и 202</w:t>
      </w:r>
      <w:r w:rsidR="007D5E63">
        <w:rPr>
          <w:sz w:val="28"/>
          <w:szCs w:val="28"/>
        </w:rPr>
        <w:t>4</w:t>
      </w:r>
      <w:r w:rsidR="00470DE6" w:rsidRPr="00470DE6">
        <w:rPr>
          <w:sz w:val="28"/>
          <w:szCs w:val="28"/>
        </w:rPr>
        <w:t xml:space="preserve"> годов</w:t>
      </w:r>
      <w:r w:rsidR="00EF6381" w:rsidRPr="001A4DCC">
        <w:rPr>
          <w:sz w:val="28"/>
          <w:szCs w:val="28"/>
        </w:rPr>
        <w:t xml:space="preserve">» </w:t>
      </w:r>
      <w:r w:rsidR="00EF6381" w:rsidRPr="00246B00">
        <w:rPr>
          <w:sz w:val="28"/>
          <w:szCs w:val="28"/>
        </w:rPr>
        <w:t xml:space="preserve">на </w:t>
      </w:r>
      <w:r w:rsidR="00246B00" w:rsidRPr="00246B00">
        <w:rPr>
          <w:sz w:val="28"/>
          <w:szCs w:val="28"/>
        </w:rPr>
        <w:t>4</w:t>
      </w:r>
      <w:r w:rsidR="00EF6381" w:rsidRPr="00246B00">
        <w:rPr>
          <w:sz w:val="28"/>
          <w:szCs w:val="28"/>
        </w:rPr>
        <w:t xml:space="preserve"> л. в </w:t>
      </w:r>
      <w:r w:rsidR="00EF6381" w:rsidRPr="001A4DCC">
        <w:rPr>
          <w:sz w:val="28"/>
          <w:szCs w:val="28"/>
        </w:rPr>
        <w:t>1 экз.;</w:t>
      </w:r>
    </w:p>
    <w:p w:rsidR="00EF6381" w:rsidRPr="001A4DCC" w:rsidRDefault="00EF6381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1.4) приложение 3 «Нормативы распределения доходов на 20</w:t>
      </w:r>
      <w:r w:rsidR="00EB28D7">
        <w:rPr>
          <w:sz w:val="28"/>
          <w:szCs w:val="28"/>
        </w:rPr>
        <w:t>2</w:t>
      </w:r>
      <w:r w:rsidR="007D5E63">
        <w:rPr>
          <w:sz w:val="28"/>
          <w:szCs w:val="28"/>
        </w:rPr>
        <w:t>2</w:t>
      </w:r>
      <w:r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D5E63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D5E63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годов, поступающих в бюджет </w:t>
      </w:r>
      <w:r w:rsidR="00F54682">
        <w:rPr>
          <w:sz w:val="28"/>
          <w:szCs w:val="28"/>
        </w:rPr>
        <w:t xml:space="preserve">                     </w:t>
      </w:r>
      <w:r w:rsidRPr="001A4DCC">
        <w:rPr>
          <w:sz w:val="28"/>
          <w:szCs w:val="28"/>
        </w:rPr>
        <w:t>Территориального фонда обязательного медицинского страхования Яросла</w:t>
      </w:r>
      <w:r w:rsidRPr="001A4DCC">
        <w:rPr>
          <w:sz w:val="28"/>
          <w:szCs w:val="28"/>
        </w:rPr>
        <w:t>в</w:t>
      </w:r>
      <w:r w:rsidRPr="001A4DCC">
        <w:rPr>
          <w:sz w:val="28"/>
          <w:szCs w:val="28"/>
        </w:rPr>
        <w:t xml:space="preserve">ской области» </w:t>
      </w:r>
      <w:r w:rsidRPr="002E585D">
        <w:rPr>
          <w:sz w:val="28"/>
          <w:szCs w:val="28"/>
        </w:rPr>
        <w:t xml:space="preserve">на </w:t>
      </w:r>
      <w:r w:rsidR="00246B00" w:rsidRPr="00246B00">
        <w:rPr>
          <w:sz w:val="28"/>
          <w:szCs w:val="28"/>
        </w:rPr>
        <w:t>7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экз.;</w:t>
      </w:r>
    </w:p>
    <w:p w:rsidR="00C92877" w:rsidRPr="001A4DCC" w:rsidRDefault="00333D1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C92877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4</w:t>
      </w:r>
      <w:r w:rsidR="00C92877" w:rsidRPr="001A4DCC">
        <w:rPr>
          <w:sz w:val="28"/>
          <w:szCs w:val="28"/>
        </w:rPr>
        <w:t xml:space="preserve"> «Прогнозируемые доходы областного бюджета на 20</w:t>
      </w:r>
      <w:r w:rsidR="00EB28D7">
        <w:rPr>
          <w:sz w:val="28"/>
          <w:szCs w:val="28"/>
        </w:rPr>
        <w:t>2</w:t>
      </w:r>
      <w:r w:rsidR="007D5E63">
        <w:rPr>
          <w:sz w:val="28"/>
          <w:szCs w:val="28"/>
        </w:rPr>
        <w:t>2</w:t>
      </w:r>
      <w:r w:rsidR="00C92877" w:rsidRPr="001A4DCC">
        <w:rPr>
          <w:sz w:val="28"/>
          <w:szCs w:val="28"/>
        </w:rPr>
        <w:t xml:space="preserve"> год в соответствии с классификацией доходов бюджетов Российской Федерации» </w:t>
      </w:r>
      <w:r w:rsidR="00C92877" w:rsidRPr="004476EC">
        <w:rPr>
          <w:sz w:val="28"/>
          <w:szCs w:val="28"/>
        </w:rPr>
        <w:t xml:space="preserve">на </w:t>
      </w:r>
      <w:r w:rsidR="00246B00" w:rsidRPr="00246B00">
        <w:rPr>
          <w:sz w:val="28"/>
          <w:szCs w:val="28"/>
        </w:rPr>
        <w:t>15</w:t>
      </w:r>
      <w:r w:rsidR="00C92877" w:rsidRPr="00246B00">
        <w:rPr>
          <w:sz w:val="28"/>
          <w:szCs w:val="28"/>
        </w:rPr>
        <w:t xml:space="preserve"> </w:t>
      </w:r>
      <w:r w:rsidR="00C92877" w:rsidRPr="004476EC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>;</w:t>
      </w:r>
    </w:p>
    <w:p w:rsidR="00371BEB" w:rsidRPr="001A4DCC" w:rsidRDefault="0085247A" w:rsidP="00371BE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371BEB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5</w:t>
      </w:r>
      <w:r w:rsidR="00371BEB" w:rsidRPr="001A4DCC">
        <w:rPr>
          <w:sz w:val="28"/>
          <w:szCs w:val="28"/>
        </w:rPr>
        <w:t xml:space="preserve"> «Прогнозируемые доходы областного бюджета на плановый период</w:t>
      </w:r>
      <w:r w:rsidR="002D5885" w:rsidRPr="001A4DCC">
        <w:rPr>
          <w:sz w:val="28"/>
          <w:szCs w:val="28"/>
        </w:rPr>
        <w:t xml:space="preserve"> </w:t>
      </w:r>
      <w:r w:rsidR="00371BEB" w:rsidRPr="001A4DCC">
        <w:rPr>
          <w:sz w:val="28"/>
          <w:szCs w:val="28"/>
        </w:rPr>
        <w:t>20</w:t>
      </w:r>
      <w:r w:rsidR="00EA52B6">
        <w:rPr>
          <w:sz w:val="28"/>
          <w:szCs w:val="28"/>
        </w:rPr>
        <w:t>2</w:t>
      </w:r>
      <w:r w:rsidR="007D5E63">
        <w:rPr>
          <w:sz w:val="28"/>
          <w:szCs w:val="28"/>
        </w:rPr>
        <w:t>3</w:t>
      </w:r>
      <w:r w:rsidR="00371BEB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D5E63">
        <w:rPr>
          <w:sz w:val="28"/>
          <w:szCs w:val="28"/>
        </w:rPr>
        <w:t>4</w:t>
      </w:r>
      <w:r w:rsidR="00371BEB" w:rsidRPr="001A4DCC">
        <w:rPr>
          <w:sz w:val="28"/>
          <w:szCs w:val="28"/>
        </w:rPr>
        <w:t xml:space="preserve"> годов в соответствии с классификацией </w:t>
      </w:r>
      <w:r w:rsidR="00F54682">
        <w:rPr>
          <w:sz w:val="28"/>
          <w:szCs w:val="28"/>
        </w:rPr>
        <w:t xml:space="preserve">        </w:t>
      </w:r>
      <w:r w:rsidR="00371BEB" w:rsidRPr="001A4DCC">
        <w:rPr>
          <w:sz w:val="28"/>
          <w:szCs w:val="28"/>
        </w:rPr>
        <w:t xml:space="preserve">доходов бюджетов Российской Федерации» на </w:t>
      </w:r>
      <w:r w:rsidR="00383607" w:rsidRPr="00246B00">
        <w:rPr>
          <w:sz w:val="28"/>
          <w:szCs w:val="28"/>
        </w:rPr>
        <w:t>1</w:t>
      </w:r>
      <w:r w:rsidR="00447996" w:rsidRPr="00246B00">
        <w:rPr>
          <w:sz w:val="28"/>
          <w:szCs w:val="28"/>
        </w:rPr>
        <w:t>6</w:t>
      </w:r>
      <w:r w:rsidR="00371BEB" w:rsidRPr="00246B00">
        <w:rPr>
          <w:sz w:val="28"/>
          <w:szCs w:val="28"/>
        </w:rPr>
        <w:t xml:space="preserve"> </w:t>
      </w:r>
      <w:r w:rsidR="00371BEB" w:rsidRPr="001A4DCC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</w:t>
      </w:r>
      <w:r w:rsidR="0061708C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61708C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61708C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</w:t>
      </w:r>
      <w:r w:rsidR="0061708C" w:rsidRPr="001A4DCC">
        <w:rPr>
          <w:sz w:val="28"/>
          <w:szCs w:val="28"/>
        </w:rPr>
        <w:t>о</w:t>
      </w:r>
      <w:r w:rsidR="0061708C" w:rsidRPr="001A4DCC">
        <w:rPr>
          <w:sz w:val="28"/>
          <w:szCs w:val="28"/>
        </w:rPr>
        <w:t xml:space="preserve">сти) и группам видов расходов классификации расходов бюджетов </w:t>
      </w:r>
      <w:r w:rsidR="00F54682">
        <w:rPr>
          <w:sz w:val="28"/>
          <w:szCs w:val="28"/>
        </w:rPr>
        <w:t xml:space="preserve">           </w:t>
      </w:r>
      <w:r w:rsidR="0061708C" w:rsidRPr="001A4DCC">
        <w:rPr>
          <w:sz w:val="28"/>
          <w:szCs w:val="28"/>
        </w:rPr>
        <w:t>Российской Федерации на 20</w:t>
      </w:r>
      <w:r w:rsidR="00EB28D7">
        <w:rPr>
          <w:sz w:val="28"/>
          <w:szCs w:val="28"/>
        </w:rPr>
        <w:t>2</w:t>
      </w:r>
      <w:r w:rsidR="007D5E63">
        <w:rPr>
          <w:sz w:val="28"/>
          <w:szCs w:val="28"/>
        </w:rPr>
        <w:t>2</w:t>
      </w:r>
      <w:r w:rsidR="0061708C" w:rsidRPr="001A4DCC">
        <w:rPr>
          <w:sz w:val="28"/>
          <w:szCs w:val="28"/>
        </w:rPr>
        <w:t xml:space="preserve"> год» </w:t>
      </w:r>
      <w:r w:rsidRPr="001A4DCC">
        <w:rPr>
          <w:sz w:val="28"/>
          <w:szCs w:val="28"/>
        </w:rPr>
        <w:t xml:space="preserve">на </w:t>
      </w:r>
      <w:r w:rsidR="00246B00" w:rsidRPr="00246B00">
        <w:rPr>
          <w:sz w:val="28"/>
          <w:szCs w:val="28"/>
        </w:rPr>
        <w:t>95</w:t>
      </w:r>
      <w:r w:rsidRPr="001A4DCC">
        <w:rPr>
          <w:sz w:val="28"/>
          <w:szCs w:val="28"/>
        </w:rPr>
        <w:t xml:space="preserve"> 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</w:t>
      </w:r>
      <w:r w:rsidR="00472AEA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472AEA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472AEA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</w:t>
      </w:r>
      <w:r w:rsidR="00472AEA" w:rsidRPr="001A4DCC">
        <w:rPr>
          <w:sz w:val="28"/>
          <w:szCs w:val="28"/>
        </w:rPr>
        <w:t>о</w:t>
      </w:r>
      <w:r w:rsidR="00472AEA" w:rsidRPr="001A4DCC">
        <w:rPr>
          <w:sz w:val="28"/>
          <w:szCs w:val="28"/>
        </w:rPr>
        <w:t xml:space="preserve">сти) и группам видов расходов классификации расходов бюджетов </w:t>
      </w:r>
      <w:r w:rsidR="00F54682">
        <w:rPr>
          <w:sz w:val="28"/>
          <w:szCs w:val="28"/>
        </w:rPr>
        <w:t xml:space="preserve">           </w:t>
      </w:r>
      <w:r w:rsidR="00472AEA" w:rsidRPr="001A4DCC">
        <w:rPr>
          <w:sz w:val="28"/>
          <w:szCs w:val="28"/>
        </w:rPr>
        <w:t>Российской Федерации</w:t>
      </w:r>
      <w:r w:rsidR="002F6B38" w:rsidRPr="001A4DCC">
        <w:t xml:space="preserve"> </w:t>
      </w:r>
      <w:r w:rsidR="002F6B38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7D5E63">
        <w:rPr>
          <w:sz w:val="28"/>
          <w:szCs w:val="28"/>
        </w:rPr>
        <w:t>3</w:t>
      </w:r>
      <w:r w:rsidR="002F6B38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D5E63">
        <w:rPr>
          <w:sz w:val="28"/>
          <w:szCs w:val="28"/>
        </w:rPr>
        <w:t>4</w:t>
      </w:r>
      <w:r w:rsidR="002F6B38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246B00">
        <w:rPr>
          <w:sz w:val="28"/>
          <w:szCs w:val="28"/>
        </w:rPr>
        <w:t>107</w:t>
      </w:r>
      <w:r w:rsidRPr="00F61367">
        <w:rPr>
          <w:sz w:val="28"/>
          <w:szCs w:val="28"/>
        </w:rPr>
        <w:t xml:space="preserve"> 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</w:t>
      </w:r>
      <w:r w:rsidR="00EA52B6">
        <w:rPr>
          <w:sz w:val="28"/>
          <w:szCs w:val="28"/>
        </w:rPr>
        <w:br/>
      </w:r>
      <w:r w:rsidRPr="001A4DCC">
        <w:rPr>
          <w:sz w:val="28"/>
          <w:szCs w:val="28"/>
        </w:rPr>
        <w:t>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20</w:t>
      </w:r>
      <w:r w:rsidR="00EB28D7">
        <w:rPr>
          <w:sz w:val="28"/>
          <w:szCs w:val="28"/>
        </w:rPr>
        <w:t>2</w:t>
      </w:r>
      <w:r w:rsidR="007D5E63">
        <w:rPr>
          <w:sz w:val="28"/>
          <w:szCs w:val="28"/>
        </w:rPr>
        <w:t>2</w:t>
      </w:r>
      <w:r w:rsidRPr="001A4DCC">
        <w:rPr>
          <w:sz w:val="28"/>
          <w:szCs w:val="28"/>
        </w:rPr>
        <w:t xml:space="preserve"> год» </w:t>
      </w:r>
      <w:r w:rsidRPr="00246B00">
        <w:rPr>
          <w:sz w:val="28"/>
          <w:szCs w:val="28"/>
        </w:rPr>
        <w:t xml:space="preserve">на </w:t>
      </w:r>
      <w:r w:rsidR="00246B00" w:rsidRPr="00246B00">
        <w:rPr>
          <w:sz w:val="28"/>
          <w:szCs w:val="28"/>
        </w:rPr>
        <w:t>170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плановый период 20</w:t>
      </w:r>
      <w:r w:rsidR="00EA52B6">
        <w:rPr>
          <w:sz w:val="28"/>
          <w:szCs w:val="28"/>
        </w:rPr>
        <w:t>2</w:t>
      </w:r>
      <w:r w:rsidR="00AA429B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AA429B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годов» </w:t>
      </w:r>
      <w:r w:rsidRPr="00307873">
        <w:rPr>
          <w:sz w:val="28"/>
          <w:szCs w:val="28"/>
        </w:rPr>
        <w:t xml:space="preserve">на </w:t>
      </w:r>
      <w:r w:rsidR="00246B00" w:rsidRPr="00246B00">
        <w:rPr>
          <w:sz w:val="28"/>
          <w:szCs w:val="28"/>
        </w:rPr>
        <w:t>178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E254B3" w:rsidRPr="001A4DCC" w:rsidRDefault="00F01E49" w:rsidP="00E254B3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lastRenderedPageBreak/>
        <w:t>1.</w:t>
      </w:r>
      <w:r w:rsidR="00C83B6B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 </w:t>
      </w:r>
      <w:r w:rsidR="00E254B3" w:rsidRPr="001A4DCC">
        <w:rPr>
          <w:sz w:val="28"/>
          <w:szCs w:val="28"/>
        </w:rPr>
        <w:t xml:space="preserve">«Перечень бюджетных ассигнований, </w:t>
      </w:r>
      <w:r w:rsidR="00F54682">
        <w:rPr>
          <w:sz w:val="28"/>
          <w:szCs w:val="28"/>
        </w:rPr>
        <w:t xml:space="preserve">             </w:t>
      </w:r>
      <w:r w:rsidR="00E254B3" w:rsidRPr="001A4DCC">
        <w:rPr>
          <w:sz w:val="28"/>
          <w:szCs w:val="28"/>
        </w:rPr>
        <w:t>предусмотренных на поддержку семьи и детства на 20</w:t>
      </w:r>
      <w:r w:rsidR="00EB28D7">
        <w:rPr>
          <w:sz w:val="28"/>
          <w:szCs w:val="28"/>
        </w:rPr>
        <w:t>2</w:t>
      </w:r>
      <w:r w:rsidR="00AA429B">
        <w:rPr>
          <w:sz w:val="28"/>
          <w:szCs w:val="28"/>
        </w:rPr>
        <w:t>2</w:t>
      </w:r>
      <w:r w:rsidR="00E254B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AA429B">
        <w:rPr>
          <w:sz w:val="28"/>
          <w:szCs w:val="28"/>
        </w:rPr>
        <w:t>3</w:t>
      </w:r>
      <w:r w:rsidR="00E254B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AA429B">
        <w:rPr>
          <w:sz w:val="28"/>
          <w:szCs w:val="28"/>
        </w:rPr>
        <w:t>4</w:t>
      </w:r>
      <w:r w:rsidR="00E254B3" w:rsidRPr="001A4DCC">
        <w:rPr>
          <w:sz w:val="28"/>
          <w:szCs w:val="28"/>
        </w:rPr>
        <w:t xml:space="preserve"> годов» на </w:t>
      </w:r>
      <w:r w:rsidR="00246B00" w:rsidRPr="00246B00">
        <w:rPr>
          <w:sz w:val="28"/>
          <w:szCs w:val="28"/>
        </w:rPr>
        <w:t>8</w:t>
      </w:r>
      <w:r w:rsidR="00E254B3" w:rsidRPr="001A4DCC">
        <w:rPr>
          <w:sz w:val="28"/>
          <w:szCs w:val="28"/>
        </w:rPr>
        <w:t xml:space="preserve"> л. в 1 экз.;</w:t>
      </w:r>
    </w:p>
    <w:p w:rsidR="00530CEE" w:rsidRDefault="00530CEE" w:rsidP="00F01E49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A4DC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A4DCC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 «</w:t>
      </w:r>
      <w:r>
        <w:rPr>
          <w:sz w:val="28"/>
          <w:szCs w:val="28"/>
        </w:rPr>
        <w:t>Общий объем межбюджетных трансфертов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жетам муниципальных образований Ярославской области </w:t>
      </w:r>
      <w:r w:rsidRPr="001A4DC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A4DCC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23</w:t>
      </w:r>
      <w:r w:rsidRPr="001A4DCC">
        <w:rPr>
          <w:sz w:val="28"/>
          <w:szCs w:val="28"/>
        </w:rPr>
        <w:t xml:space="preserve"> и 20</w:t>
      </w:r>
      <w:r>
        <w:rPr>
          <w:sz w:val="28"/>
          <w:szCs w:val="28"/>
        </w:rPr>
        <w:t>24</w:t>
      </w:r>
      <w:r w:rsidRPr="001A4DCC">
        <w:rPr>
          <w:sz w:val="28"/>
          <w:szCs w:val="28"/>
        </w:rPr>
        <w:t xml:space="preserve"> годов» на </w:t>
      </w:r>
      <w:r w:rsidR="00246B00" w:rsidRPr="00246B00">
        <w:rPr>
          <w:sz w:val="28"/>
          <w:szCs w:val="28"/>
        </w:rPr>
        <w:t>1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экз.;</w:t>
      </w:r>
    </w:p>
    <w:p w:rsidR="00163715" w:rsidRPr="001A4DCC" w:rsidRDefault="00E254B3" w:rsidP="00F01E49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1.13) приложение 12 </w:t>
      </w:r>
      <w:r w:rsidR="00F01E49" w:rsidRPr="001A4DCC">
        <w:rPr>
          <w:sz w:val="28"/>
          <w:szCs w:val="28"/>
        </w:rPr>
        <w:t>«</w:t>
      </w:r>
      <w:r w:rsidR="000A294D" w:rsidRPr="001A4DCC">
        <w:rPr>
          <w:sz w:val="28"/>
          <w:szCs w:val="28"/>
        </w:rPr>
        <w:t>Д</w:t>
      </w:r>
      <w:r w:rsidR="00F01E49" w:rsidRPr="001A4DCC">
        <w:rPr>
          <w:sz w:val="28"/>
          <w:szCs w:val="28"/>
        </w:rPr>
        <w:t>отаци</w:t>
      </w:r>
      <w:r w:rsidR="000A294D" w:rsidRPr="001A4DCC">
        <w:rPr>
          <w:sz w:val="28"/>
          <w:szCs w:val="28"/>
        </w:rPr>
        <w:t>и</w:t>
      </w:r>
      <w:r w:rsidR="00F01E49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F01E49" w:rsidRPr="001A4DCC">
        <w:rPr>
          <w:sz w:val="28"/>
          <w:szCs w:val="28"/>
        </w:rPr>
        <w:t>обеспеченности муниципальных районов (городских округов) Ярославской области 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F01E49" w:rsidRPr="001A4DCC">
        <w:rPr>
          <w:sz w:val="28"/>
          <w:szCs w:val="28"/>
        </w:rPr>
        <w:t xml:space="preserve"> год» на</w:t>
      </w:r>
      <w:r w:rsidR="00F01E49" w:rsidRPr="004E201A">
        <w:rPr>
          <w:sz w:val="28"/>
          <w:szCs w:val="28"/>
        </w:rPr>
        <w:t xml:space="preserve"> </w:t>
      </w:r>
      <w:r w:rsidR="00E918B0" w:rsidRPr="00246B00">
        <w:rPr>
          <w:sz w:val="28"/>
          <w:szCs w:val="28"/>
        </w:rPr>
        <w:t>1</w:t>
      </w:r>
      <w:r w:rsidR="00F01E49" w:rsidRPr="00E213CD">
        <w:rPr>
          <w:sz w:val="28"/>
          <w:szCs w:val="28"/>
        </w:rPr>
        <w:t xml:space="preserve"> </w:t>
      </w:r>
      <w:r w:rsidR="00F01E49"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>;</w:t>
      </w:r>
    </w:p>
    <w:p w:rsidR="00EA63C8" w:rsidRPr="001A4DCC" w:rsidRDefault="0085247A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</w:t>
      </w:r>
      <w:r w:rsidR="00E254B3" w:rsidRPr="001A4DCC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) </w:t>
      </w:r>
      <w:r w:rsidR="00EF3B2B" w:rsidRPr="001A4DCC">
        <w:rPr>
          <w:sz w:val="28"/>
          <w:szCs w:val="28"/>
        </w:rPr>
        <w:t xml:space="preserve">приложение </w:t>
      </w:r>
      <w:r w:rsidR="00463D4D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3</w:t>
      </w:r>
      <w:r w:rsidR="00EF3B2B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F3B2B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F3B2B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EF3B2B" w:rsidRPr="001A4DCC">
        <w:rPr>
          <w:sz w:val="28"/>
          <w:szCs w:val="28"/>
        </w:rPr>
        <w:t>обеспеченности муниципальных районов (городских округов) Ярославской области 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EF3B2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EF3B2B" w:rsidRPr="001A4DCC">
        <w:rPr>
          <w:sz w:val="28"/>
          <w:szCs w:val="28"/>
        </w:rPr>
        <w:t xml:space="preserve"> годов» </w:t>
      </w:r>
      <w:r w:rsidR="00EF3B2B" w:rsidRPr="00E213CD">
        <w:rPr>
          <w:sz w:val="28"/>
          <w:szCs w:val="28"/>
        </w:rPr>
        <w:t xml:space="preserve">на </w:t>
      </w:r>
      <w:r w:rsidR="00E918B0" w:rsidRPr="00246B00">
        <w:rPr>
          <w:sz w:val="28"/>
          <w:szCs w:val="28"/>
        </w:rPr>
        <w:t>1</w:t>
      </w:r>
      <w:r w:rsidR="00EF3B2B" w:rsidRPr="00246B00">
        <w:rPr>
          <w:sz w:val="28"/>
          <w:szCs w:val="28"/>
        </w:rPr>
        <w:t xml:space="preserve"> </w:t>
      </w:r>
      <w:r w:rsidR="00EF3B2B"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 xml:space="preserve">. </w:t>
      </w:r>
      <w:r w:rsidR="00EF3B2B" w:rsidRPr="001A4DCC">
        <w:rPr>
          <w:sz w:val="28"/>
          <w:szCs w:val="28"/>
        </w:rPr>
        <w:t>в 1 экз</w:t>
      </w:r>
      <w:r w:rsidR="009016F1" w:rsidRPr="001A4DCC">
        <w:rPr>
          <w:sz w:val="28"/>
          <w:szCs w:val="28"/>
        </w:rPr>
        <w:t>.</w:t>
      </w:r>
      <w:r w:rsidR="00EF3B2B" w:rsidRPr="001A4DCC">
        <w:rPr>
          <w:sz w:val="28"/>
          <w:szCs w:val="28"/>
        </w:rPr>
        <w:t>;</w:t>
      </w:r>
      <w:r w:rsidR="00EA63C8" w:rsidRPr="001A4DCC">
        <w:rPr>
          <w:sz w:val="28"/>
          <w:szCs w:val="28"/>
        </w:rPr>
        <w:t xml:space="preserve"> </w:t>
      </w:r>
    </w:p>
    <w:p w:rsidR="00EA63C8" w:rsidRPr="001A4DCC" w:rsidRDefault="00D60C27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9836B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EA63C8" w:rsidRPr="001A4DCC">
        <w:rPr>
          <w:sz w:val="28"/>
          <w:szCs w:val="28"/>
        </w:rPr>
        <w:t xml:space="preserve">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4</w:t>
      </w:r>
      <w:r w:rsidR="00EA63C8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A63C8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A63C8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EA63C8" w:rsidRPr="001A4DCC">
        <w:rPr>
          <w:sz w:val="28"/>
          <w:szCs w:val="28"/>
        </w:rPr>
        <w:t>обеспеченности поселений Ярославской области 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EA63C8" w:rsidRPr="001A4DCC">
        <w:rPr>
          <w:sz w:val="28"/>
          <w:szCs w:val="28"/>
        </w:rPr>
        <w:t xml:space="preserve"> год» на </w:t>
      </w:r>
      <w:r w:rsidR="004E201A" w:rsidRPr="0020649F">
        <w:rPr>
          <w:sz w:val="28"/>
          <w:szCs w:val="28"/>
        </w:rPr>
        <w:t>4</w:t>
      </w:r>
      <w:r w:rsidR="00EA63C8" w:rsidRPr="0020649F">
        <w:rPr>
          <w:sz w:val="28"/>
          <w:szCs w:val="28"/>
        </w:rPr>
        <w:t xml:space="preserve"> </w:t>
      </w:r>
      <w:r w:rsidR="00EA63C8"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 xml:space="preserve"> в 1</w:t>
      </w:r>
      <w:r w:rsidR="00154AF6" w:rsidRPr="001A4DCC">
        <w:rPr>
          <w:sz w:val="28"/>
          <w:szCs w:val="28"/>
        </w:rPr>
        <w:t> </w:t>
      </w:r>
      <w:r w:rsidR="00EA63C8" w:rsidRPr="001A4DCC">
        <w:rPr>
          <w:sz w:val="28"/>
          <w:szCs w:val="28"/>
        </w:rPr>
        <w:t>экз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>;</w:t>
      </w:r>
    </w:p>
    <w:p w:rsidR="00EA63C8" w:rsidRPr="001A4DCC" w:rsidRDefault="00EA63C8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</w:t>
      </w:r>
      <w:r w:rsidRPr="001A4DCC">
        <w:rPr>
          <w:sz w:val="28"/>
          <w:szCs w:val="28"/>
        </w:rPr>
        <w:t>обеспеченности поселений Ярославской области 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годов» </w:t>
      </w:r>
      <w:r w:rsidRPr="00176AFE">
        <w:rPr>
          <w:sz w:val="28"/>
          <w:szCs w:val="28"/>
        </w:rPr>
        <w:t xml:space="preserve">на </w:t>
      </w:r>
      <w:r w:rsidR="004E201A" w:rsidRPr="0020649F">
        <w:rPr>
          <w:sz w:val="28"/>
          <w:szCs w:val="28"/>
        </w:rPr>
        <w:t>3</w:t>
      </w:r>
      <w:r w:rsidRPr="00176AFE">
        <w:rPr>
          <w:sz w:val="28"/>
          <w:szCs w:val="28"/>
        </w:rPr>
        <w:t xml:space="preserve"> л</w:t>
      </w:r>
      <w:r w:rsidR="00154AF6" w:rsidRPr="00176AFE">
        <w:rPr>
          <w:sz w:val="28"/>
          <w:szCs w:val="28"/>
        </w:rPr>
        <w:t>.</w:t>
      </w:r>
      <w:r w:rsidRPr="00176AFE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9D59BB" w:rsidRPr="001A4DCC" w:rsidRDefault="009D59BB" w:rsidP="009D59B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убсиди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бюджетам муниципальных</w:t>
      </w:r>
      <w:r w:rsidR="007471E9" w:rsidRPr="001A4DCC">
        <w:rPr>
          <w:sz w:val="28"/>
          <w:szCs w:val="28"/>
        </w:rPr>
        <w:t xml:space="preserve"> 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F01E49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на </w:t>
      </w:r>
      <w:r w:rsidR="009D5F59" w:rsidRPr="009D5F59">
        <w:rPr>
          <w:sz w:val="28"/>
          <w:szCs w:val="28"/>
        </w:rPr>
        <w:t>28</w:t>
      </w:r>
      <w:r w:rsidR="00A54F0B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2412A" w:rsidRPr="001A4DCC" w:rsidRDefault="0085247A" w:rsidP="0022412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87B55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</w:t>
      </w:r>
      <w:r w:rsidR="0022412A" w:rsidRPr="001A4DCC">
        <w:rPr>
          <w:sz w:val="28"/>
          <w:szCs w:val="28"/>
        </w:rPr>
        <w:t xml:space="preserve">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="0022412A" w:rsidRPr="001A4DCC">
        <w:rPr>
          <w:sz w:val="28"/>
          <w:szCs w:val="28"/>
        </w:rPr>
        <w:t xml:space="preserve"> «</w:t>
      </w:r>
      <w:r w:rsidR="001F48CA" w:rsidRPr="001A4DCC">
        <w:rPr>
          <w:sz w:val="28"/>
          <w:szCs w:val="28"/>
        </w:rPr>
        <w:t>С</w:t>
      </w:r>
      <w:r w:rsidR="0022412A" w:rsidRPr="001A4DCC">
        <w:rPr>
          <w:sz w:val="28"/>
          <w:szCs w:val="28"/>
        </w:rPr>
        <w:t>убсиди</w:t>
      </w:r>
      <w:r w:rsidR="001F48CA" w:rsidRPr="001A4DCC">
        <w:rPr>
          <w:sz w:val="28"/>
          <w:szCs w:val="28"/>
        </w:rPr>
        <w:t>и</w:t>
      </w:r>
      <w:r w:rsidR="0022412A" w:rsidRPr="001A4DCC">
        <w:rPr>
          <w:sz w:val="28"/>
          <w:szCs w:val="28"/>
        </w:rPr>
        <w:t xml:space="preserve"> бюджетам муниципальных </w:t>
      </w:r>
      <w:r w:rsidR="002F5D4A" w:rsidRPr="001A4DCC">
        <w:rPr>
          <w:sz w:val="28"/>
          <w:szCs w:val="28"/>
        </w:rPr>
        <w:t xml:space="preserve">образований </w:t>
      </w:r>
      <w:r w:rsidR="0022412A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22412A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22412A" w:rsidRPr="001A4DCC">
        <w:rPr>
          <w:sz w:val="28"/>
          <w:szCs w:val="28"/>
        </w:rPr>
        <w:t xml:space="preserve"> годов» </w:t>
      </w:r>
      <w:r w:rsidR="0022412A" w:rsidRPr="009D5F59">
        <w:rPr>
          <w:sz w:val="28"/>
          <w:szCs w:val="28"/>
        </w:rPr>
        <w:t xml:space="preserve">на </w:t>
      </w:r>
      <w:r w:rsidR="009D5F59" w:rsidRPr="009D5F59">
        <w:rPr>
          <w:sz w:val="28"/>
          <w:szCs w:val="28"/>
        </w:rPr>
        <w:t>27</w:t>
      </w:r>
      <w:r w:rsidR="00773CFC" w:rsidRPr="009D5F59">
        <w:rPr>
          <w:sz w:val="28"/>
          <w:szCs w:val="28"/>
        </w:rPr>
        <w:t> </w:t>
      </w:r>
      <w:r w:rsidR="0022412A" w:rsidRPr="009D5F59">
        <w:rPr>
          <w:sz w:val="28"/>
          <w:szCs w:val="28"/>
        </w:rPr>
        <w:t>л</w:t>
      </w:r>
      <w:r w:rsidR="00154AF6" w:rsidRPr="009D5F59">
        <w:rPr>
          <w:sz w:val="28"/>
          <w:szCs w:val="28"/>
        </w:rPr>
        <w:t>.</w:t>
      </w:r>
      <w:r w:rsidR="0022412A" w:rsidRPr="009D5F59">
        <w:rPr>
          <w:sz w:val="28"/>
          <w:szCs w:val="28"/>
        </w:rPr>
        <w:t xml:space="preserve"> </w:t>
      </w:r>
      <w:r w:rsidR="00F23B1E" w:rsidRPr="001A4DCC">
        <w:rPr>
          <w:sz w:val="28"/>
          <w:szCs w:val="28"/>
        </w:rPr>
        <w:br/>
      </w:r>
      <w:r w:rsidR="0022412A"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="0022412A" w:rsidRPr="001A4DCC">
        <w:rPr>
          <w:sz w:val="28"/>
          <w:szCs w:val="28"/>
        </w:rPr>
        <w:t>;</w:t>
      </w:r>
    </w:p>
    <w:p w:rsidR="003E0A5A" w:rsidRPr="001A4DCC" w:rsidRDefault="003E0A5A" w:rsidP="003E0A5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63438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</w:t>
      </w:r>
      <w:r w:rsidR="0021557B">
        <w:rPr>
          <w:sz w:val="28"/>
          <w:szCs w:val="28"/>
        </w:rPr>
        <w:t xml:space="preserve">федеральному бюджету и </w:t>
      </w:r>
      <w:r w:rsidRPr="001A4DCC">
        <w:rPr>
          <w:sz w:val="28"/>
          <w:szCs w:val="28"/>
        </w:rPr>
        <w:t xml:space="preserve">бюджетам </w:t>
      </w:r>
      <w:r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6B7B23">
        <w:rPr>
          <w:sz w:val="28"/>
          <w:szCs w:val="28"/>
        </w:rPr>
        <w:t> </w:t>
      </w:r>
      <w:r w:rsidR="00F01E49" w:rsidRPr="001A4DCC">
        <w:rPr>
          <w:sz w:val="28"/>
          <w:szCs w:val="28"/>
        </w:rPr>
        <w:t>год</w:t>
      </w:r>
      <w:r w:rsidRPr="001A4DCC">
        <w:rPr>
          <w:sz w:val="28"/>
          <w:szCs w:val="28"/>
        </w:rPr>
        <w:t xml:space="preserve">» на </w:t>
      </w:r>
      <w:r w:rsidR="009D5F59" w:rsidRPr="009D5F59">
        <w:rPr>
          <w:sz w:val="28"/>
          <w:szCs w:val="28"/>
        </w:rPr>
        <w:t>52</w:t>
      </w:r>
      <w:r w:rsidRPr="001A4DCC">
        <w:rPr>
          <w:sz w:val="28"/>
          <w:szCs w:val="28"/>
        </w:rPr>
        <w:t xml:space="preserve"> л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B8081B" w:rsidRPr="001A4DCC" w:rsidRDefault="0085247A" w:rsidP="00B8081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) </w:t>
      </w:r>
      <w:r w:rsidR="00B8081B" w:rsidRPr="001A4DCC">
        <w:rPr>
          <w:sz w:val="28"/>
          <w:szCs w:val="28"/>
        </w:rPr>
        <w:t xml:space="preserve">приложение </w:t>
      </w:r>
      <w:r w:rsidR="0051018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="00B8081B"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="00B8081B"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="00B8081B" w:rsidRPr="001A4DCC">
        <w:rPr>
          <w:sz w:val="28"/>
          <w:szCs w:val="28"/>
        </w:rPr>
        <w:t xml:space="preserve"> </w:t>
      </w:r>
      <w:r w:rsidR="0021557B" w:rsidRPr="0021557B">
        <w:rPr>
          <w:sz w:val="28"/>
          <w:szCs w:val="28"/>
        </w:rPr>
        <w:t xml:space="preserve">федеральному бюджету и </w:t>
      </w:r>
      <w:r w:rsidR="00B8081B" w:rsidRPr="001A4DCC">
        <w:rPr>
          <w:sz w:val="28"/>
          <w:szCs w:val="28"/>
        </w:rPr>
        <w:t xml:space="preserve">бюджетам </w:t>
      </w:r>
      <w:r w:rsidR="00B8081B"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="00B8081B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B8081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B8081B" w:rsidRPr="001A4DCC">
        <w:rPr>
          <w:sz w:val="28"/>
          <w:szCs w:val="28"/>
        </w:rPr>
        <w:t xml:space="preserve"> годов» </w:t>
      </w:r>
      <w:r w:rsidR="00B8081B" w:rsidRPr="00307873">
        <w:rPr>
          <w:sz w:val="28"/>
          <w:szCs w:val="28"/>
        </w:rPr>
        <w:t xml:space="preserve">на </w:t>
      </w:r>
      <w:r w:rsidR="009D5F59" w:rsidRPr="009D5F59">
        <w:rPr>
          <w:sz w:val="28"/>
          <w:szCs w:val="28"/>
        </w:rPr>
        <w:t>52</w:t>
      </w:r>
      <w:r w:rsidR="004E201A" w:rsidRPr="009D5F59">
        <w:rPr>
          <w:sz w:val="28"/>
          <w:szCs w:val="28"/>
        </w:rPr>
        <w:t xml:space="preserve"> </w:t>
      </w:r>
      <w:r w:rsidR="00B8081B" w:rsidRPr="009D5F59">
        <w:rPr>
          <w:sz w:val="28"/>
          <w:szCs w:val="28"/>
        </w:rPr>
        <w:t>л</w:t>
      </w:r>
      <w:r w:rsidR="00F87B55" w:rsidRPr="006B7B23">
        <w:rPr>
          <w:sz w:val="28"/>
          <w:szCs w:val="28"/>
        </w:rPr>
        <w:t>.</w:t>
      </w:r>
      <w:r w:rsidR="00B8081B" w:rsidRPr="006B7B23">
        <w:rPr>
          <w:sz w:val="28"/>
          <w:szCs w:val="28"/>
        </w:rPr>
        <w:t xml:space="preserve"> </w:t>
      </w:r>
      <w:r w:rsidR="00B8081B" w:rsidRPr="001A4DCC">
        <w:rPr>
          <w:sz w:val="28"/>
          <w:szCs w:val="28"/>
        </w:rPr>
        <w:t>в 1 экз</w:t>
      </w:r>
      <w:r w:rsidR="00F87B55" w:rsidRPr="001A4DCC">
        <w:rPr>
          <w:sz w:val="28"/>
          <w:szCs w:val="28"/>
        </w:rPr>
        <w:t>.</w:t>
      </w:r>
      <w:r w:rsidR="00B8081B" w:rsidRPr="001A4DCC">
        <w:rPr>
          <w:sz w:val="28"/>
          <w:szCs w:val="28"/>
        </w:rPr>
        <w:t>;</w:t>
      </w:r>
    </w:p>
    <w:p w:rsidR="00970C7D" w:rsidRDefault="00970C7D" w:rsidP="003E0A5A">
      <w:pPr>
        <w:ind w:firstLine="561"/>
        <w:jc w:val="both"/>
        <w:rPr>
          <w:sz w:val="28"/>
        </w:rPr>
      </w:pPr>
      <w:r w:rsidRPr="001A4DCC">
        <w:rPr>
          <w:sz w:val="28"/>
          <w:szCs w:val="28"/>
        </w:rPr>
        <w:t>1.</w:t>
      </w:r>
      <w:r w:rsidR="00EF6381" w:rsidRPr="001A4DCC">
        <w:rPr>
          <w:sz w:val="28"/>
          <w:szCs w:val="28"/>
        </w:rPr>
        <w:t>2</w:t>
      </w:r>
      <w:r w:rsidR="00E254B3" w:rsidRPr="001A4DCC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И</w:t>
      </w:r>
      <w:r w:rsidR="001644B4" w:rsidRPr="001A4DCC">
        <w:rPr>
          <w:sz w:val="28"/>
          <w:szCs w:val="28"/>
        </w:rPr>
        <w:t>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межбюджетны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трансферт</w:t>
      </w:r>
      <w:r w:rsidR="00510186" w:rsidRPr="001A4DCC">
        <w:rPr>
          <w:sz w:val="28"/>
          <w:szCs w:val="28"/>
        </w:rPr>
        <w:t>ы</w:t>
      </w:r>
      <w:r w:rsidR="001644B4" w:rsidRPr="001A4DCC">
        <w:rPr>
          <w:sz w:val="28"/>
          <w:szCs w:val="28"/>
        </w:rPr>
        <w:t xml:space="preserve"> бюджетам </w:t>
      </w:r>
      <w:r w:rsidR="00F54682">
        <w:rPr>
          <w:sz w:val="28"/>
          <w:szCs w:val="28"/>
        </w:rPr>
        <w:t xml:space="preserve">    </w:t>
      </w:r>
      <w:r w:rsidR="005335CE" w:rsidRPr="001A4DCC">
        <w:rPr>
          <w:sz w:val="28"/>
          <w:szCs w:val="28"/>
        </w:rPr>
        <w:t xml:space="preserve">муниципальных </w:t>
      </w:r>
      <w:r w:rsidR="009C3FCD" w:rsidRPr="001A4DCC">
        <w:rPr>
          <w:sz w:val="28"/>
          <w:szCs w:val="28"/>
        </w:rPr>
        <w:t xml:space="preserve">образований </w:t>
      </w:r>
      <w:r w:rsidR="001644B4" w:rsidRPr="001A4DCC">
        <w:rPr>
          <w:sz w:val="28"/>
          <w:szCs w:val="28"/>
        </w:rPr>
        <w:t xml:space="preserve">Ярославской области </w:t>
      </w:r>
      <w:r w:rsidR="001644B4" w:rsidRPr="001A4DCC">
        <w:rPr>
          <w:sz w:val="28"/>
        </w:rPr>
        <w:t>на 20</w:t>
      </w:r>
      <w:r w:rsidR="00EB28D7">
        <w:rPr>
          <w:sz w:val="28"/>
        </w:rPr>
        <w:t>2</w:t>
      </w:r>
      <w:r w:rsidR="00D011DC">
        <w:rPr>
          <w:sz w:val="28"/>
        </w:rPr>
        <w:t>2</w:t>
      </w:r>
      <w:r w:rsidR="001644B4" w:rsidRPr="001A4DCC">
        <w:rPr>
          <w:sz w:val="28"/>
        </w:rPr>
        <w:t xml:space="preserve"> год» на </w:t>
      </w:r>
      <w:r w:rsidR="00F92D65" w:rsidRPr="009D5F59">
        <w:rPr>
          <w:sz w:val="28"/>
          <w:szCs w:val="28"/>
        </w:rPr>
        <w:t>2</w:t>
      </w:r>
      <w:r w:rsidR="001644B4" w:rsidRPr="001A4DCC">
        <w:rPr>
          <w:sz w:val="28"/>
          <w:szCs w:val="28"/>
        </w:rPr>
        <w:t xml:space="preserve"> </w:t>
      </w:r>
      <w:r w:rsidR="001644B4" w:rsidRPr="001A4DCC">
        <w:rPr>
          <w:sz w:val="28"/>
        </w:rPr>
        <w:t>л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 xml:space="preserve"> </w:t>
      </w:r>
      <w:r w:rsidR="00EA52B6">
        <w:rPr>
          <w:sz w:val="28"/>
        </w:rPr>
        <w:br/>
      </w:r>
      <w:r w:rsidR="001644B4" w:rsidRPr="001A4DCC">
        <w:rPr>
          <w:sz w:val="28"/>
        </w:rPr>
        <w:t xml:space="preserve">в </w:t>
      </w:r>
      <w:r w:rsidR="001644B4" w:rsidRPr="004E201A">
        <w:rPr>
          <w:sz w:val="28"/>
        </w:rPr>
        <w:t xml:space="preserve">1 </w:t>
      </w:r>
      <w:r w:rsidR="001644B4" w:rsidRPr="001A4DCC">
        <w:rPr>
          <w:sz w:val="28"/>
        </w:rPr>
        <w:t>экз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>;</w:t>
      </w:r>
    </w:p>
    <w:p w:rsidR="00D47A7D" w:rsidRPr="00D47A7D" w:rsidRDefault="00D47A7D" w:rsidP="00D47A7D">
      <w:pPr>
        <w:ind w:firstLine="561"/>
        <w:jc w:val="both"/>
        <w:rPr>
          <w:sz w:val="28"/>
        </w:rPr>
      </w:pPr>
      <w:r>
        <w:rPr>
          <w:sz w:val="28"/>
        </w:rPr>
        <w:t xml:space="preserve">1.22) </w:t>
      </w:r>
      <w:r w:rsidRPr="00D47A7D">
        <w:rPr>
          <w:sz w:val="28"/>
        </w:rPr>
        <w:t>приложение 2</w:t>
      </w:r>
      <w:r>
        <w:rPr>
          <w:sz w:val="28"/>
        </w:rPr>
        <w:t>1</w:t>
      </w:r>
      <w:r w:rsidRPr="00D47A7D">
        <w:rPr>
          <w:sz w:val="28"/>
        </w:rPr>
        <w:t xml:space="preserve"> «Иные межбюджетные трансферты бюджетам     муниципальных образований Ярославской области на </w:t>
      </w:r>
      <w:r>
        <w:rPr>
          <w:sz w:val="28"/>
        </w:rPr>
        <w:t>плановый период 202</w:t>
      </w:r>
      <w:r w:rsidR="00D011DC">
        <w:rPr>
          <w:sz w:val="28"/>
        </w:rPr>
        <w:t>3</w:t>
      </w:r>
      <w:r>
        <w:rPr>
          <w:sz w:val="28"/>
        </w:rPr>
        <w:t xml:space="preserve"> и 202</w:t>
      </w:r>
      <w:r w:rsidR="00D011DC">
        <w:rPr>
          <w:sz w:val="28"/>
        </w:rPr>
        <w:t>4</w:t>
      </w:r>
      <w:r>
        <w:rPr>
          <w:sz w:val="28"/>
        </w:rPr>
        <w:t xml:space="preserve"> годов» </w:t>
      </w:r>
      <w:r w:rsidRPr="00573C49">
        <w:rPr>
          <w:sz w:val="28"/>
        </w:rPr>
        <w:t xml:space="preserve">на </w:t>
      </w:r>
      <w:r w:rsidRPr="009D5F59">
        <w:rPr>
          <w:sz w:val="28"/>
        </w:rPr>
        <w:t>1</w:t>
      </w:r>
      <w:r w:rsidRPr="00573C49">
        <w:rPr>
          <w:sz w:val="28"/>
        </w:rPr>
        <w:t xml:space="preserve"> </w:t>
      </w:r>
      <w:r w:rsidRPr="00D47A7D">
        <w:rPr>
          <w:sz w:val="28"/>
        </w:rPr>
        <w:t>л. в 1 экз.;</w:t>
      </w:r>
    </w:p>
    <w:p w:rsidR="00985256" w:rsidRPr="004E201A" w:rsidRDefault="00985256" w:rsidP="00985256">
      <w:pPr>
        <w:ind w:firstLine="561"/>
        <w:jc w:val="both"/>
        <w:rPr>
          <w:sz w:val="28"/>
          <w:szCs w:val="28"/>
        </w:rPr>
      </w:pPr>
      <w:r w:rsidRPr="004E201A">
        <w:rPr>
          <w:sz w:val="28"/>
          <w:szCs w:val="28"/>
        </w:rPr>
        <w:t>1.23) приложение 22 «Дотации на поддержку мер по обеспечению сб</w:t>
      </w:r>
      <w:r w:rsidRPr="004E201A">
        <w:rPr>
          <w:sz w:val="28"/>
          <w:szCs w:val="28"/>
        </w:rPr>
        <w:t>а</w:t>
      </w:r>
      <w:r w:rsidRPr="004E201A">
        <w:rPr>
          <w:sz w:val="28"/>
          <w:szCs w:val="28"/>
        </w:rPr>
        <w:t>лансированности бюджетов муниципальных образований Ярославской обл</w:t>
      </w:r>
      <w:r w:rsidRPr="004E201A">
        <w:rPr>
          <w:sz w:val="28"/>
          <w:szCs w:val="28"/>
        </w:rPr>
        <w:t>а</w:t>
      </w:r>
      <w:r w:rsidRPr="004E201A">
        <w:rPr>
          <w:sz w:val="28"/>
          <w:szCs w:val="28"/>
        </w:rPr>
        <w:t>сти и иные дотации бюджетам муниципальных образований Ярославской о</w:t>
      </w:r>
      <w:r w:rsidRPr="004E201A">
        <w:rPr>
          <w:sz w:val="28"/>
          <w:szCs w:val="28"/>
        </w:rPr>
        <w:t>б</w:t>
      </w:r>
      <w:r w:rsidRPr="004E201A">
        <w:rPr>
          <w:sz w:val="28"/>
          <w:szCs w:val="28"/>
        </w:rPr>
        <w:t>ласти на 202</w:t>
      </w:r>
      <w:r w:rsidR="00D011DC">
        <w:rPr>
          <w:sz w:val="28"/>
          <w:szCs w:val="28"/>
        </w:rPr>
        <w:t>2</w:t>
      </w:r>
      <w:r w:rsidRPr="004E201A">
        <w:rPr>
          <w:sz w:val="28"/>
          <w:szCs w:val="28"/>
        </w:rPr>
        <w:t xml:space="preserve"> год» </w:t>
      </w:r>
      <w:r w:rsidRPr="009D5F59">
        <w:rPr>
          <w:sz w:val="28"/>
          <w:szCs w:val="28"/>
        </w:rPr>
        <w:t xml:space="preserve">на </w:t>
      </w:r>
      <w:r w:rsidR="009D5F59" w:rsidRPr="009D5F59">
        <w:rPr>
          <w:sz w:val="28"/>
          <w:szCs w:val="28"/>
        </w:rPr>
        <w:t>2</w:t>
      </w:r>
      <w:r w:rsidRPr="009D5F59">
        <w:rPr>
          <w:sz w:val="28"/>
          <w:szCs w:val="28"/>
        </w:rPr>
        <w:t xml:space="preserve"> л. </w:t>
      </w:r>
      <w:r w:rsidRPr="004E201A">
        <w:rPr>
          <w:sz w:val="28"/>
          <w:szCs w:val="28"/>
        </w:rPr>
        <w:t>в 1 экз.;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097785" w:rsidRPr="001A4DCC">
        <w:rPr>
          <w:sz w:val="28"/>
          <w:szCs w:val="28"/>
        </w:rPr>
        <w:t>2</w:t>
      </w:r>
      <w:r w:rsidR="007B7AF9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2</w:t>
      </w:r>
      <w:r w:rsidR="007B7AF9">
        <w:rPr>
          <w:sz w:val="28"/>
          <w:szCs w:val="28"/>
        </w:rPr>
        <w:t>3</w:t>
      </w:r>
      <w:r w:rsidR="005A1107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«И</w:t>
      </w:r>
      <w:r w:rsidRPr="001A4DCC">
        <w:rPr>
          <w:sz w:val="28"/>
        </w:rPr>
        <w:t xml:space="preserve">сточники финансирования дефицита областного бюджета </w:t>
      </w:r>
      <w:r w:rsidR="00A513A2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A513A2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на </w:t>
      </w:r>
      <w:r w:rsidR="004E201A" w:rsidRPr="00925829">
        <w:rPr>
          <w:sz w:val="28"/>
          <w:szCs w:val="28"/>
        </w:rPr>
        <w:t>3</w:t>
      </w:r>
      <w:r w:rsidRPr="00925829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87521" w:rsidRPr="001A4DCC" w:rsidRDefault="0085247A" w:rsidP="0028752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7B7AF9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287521" w:rsidRPr="001A4DCC">
        <w:rPr>
          <w:sz w:val="28"/>
          <w:szCs w:val="28"/>
        </w:rPr>
        <w:t xml:space="preserve">приложение </w:t>
      </w:r>
      <w:r w:rsidR="00097785" w:rsidRPr="001A4DCC">
        <w:rPr>
          <w:sz w:val="28"/>
          <w:szCs w:val="28"/>
        </w:rPr>
        <w:t>2</w:t>
      </w:r>
      <w:r w:rsidR="0027683F">
        <w:rPr>
          <w:sz w:val="28"/>
          <w:szCs w:val="28"/>
        </w:rPr>
        <w:t>4</w:t>
      </w:r>
      <w:r w:rsidR="00287521" w:rsidRPr="001A4DCC">
        <w:rPr>
          <w:sz w:val="28"/>
          <w:szCs w:val="28"/>
        </w:rPr>
        <w:t xml:space="preserve"> «И</w:t>
      </w:r>
      <w:r w:rsidR="00287521" w:rsidRPr="001A4DCC">
        <w:rPr>
          <w:sz w:val="28"/>
        </w:rPr>
        <w:t xml:space="preserve">сточники финансирования дефицита областного бюджета </w:t>
      </w:r>
      <w:r w:rsidR="00287521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287521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287521" w:rsidRPr="001A4DCC">
        <w:rPr>
          <w:sz w:val="28"/>
          <w:szCs w:val="28"/>
        </w:rPr>
        <w:t xml:space="preserve"> годов» </w:t>
      </w:r>
      <w:r w:rsidR="00287521" w:rsidRPr="00925829">
        <w:rPr>
          <w:sz w:val="28"/>
          <w:szCs w:val="28"/>
        </w:rPr>
        <w:t xml:space="preserve">на </w:t>
      </w:r>
      <w:r w:rsidR="00925829" w:rsidRPr="00925829">
        <w:rPr>
          <w:sz w:val="28"/>
          <w:szCs w:val="28"/>
        </w:rPr>
        <w:t>3</w:t>
      </w:r>
      <w:r w:rsidR="00287521" w:rsidRPr="00925829">
        <w:rPr>
          <w:sz w:val="28"/>
          <w:szCs w:val="28"/>
        </w:rPr>
        <w:t xml:space="preserve"> </w:t>
      </w:r>
      <w:r w:rsidR="00287521" w:rsidRPr="001A4DCC">
        <w:rPr>
          <w:sz w:val="28"/>
          <w:szCs w:val="28"/>
        </w:rPr>
        <w:t>л</w:t>
      </w:r>
      <w:r w:rsidR="008F0990" w:rsidRPr="001A4DCC">
        <w:rPr>
          <w:sz w:val="28"/>
          <w:szCs w:val="28"/>
        </w:rPr>
        <w:t>.</w:t>
      </w:r>
      <w:r w:rsidR="00287521" w:rsidRPr="001A4DCC">
        <w:rPr>
          <w:sz w:val="28"/>
          <w:szCs w:val="28"/>
        </w:rPr>
        <w:t xml:space="preserve"> в 1 экз</w:t>
      </w:r>
      <w:r w:rsidR="008F0990" w:rsidRPr="001A4DCC">
        <w:rPr>
          <w:sz w:val="28"/>
          <w:szCs w:val="28"/>
        </w:rPr>
        <w:t>.</w:t>
      </w:r>
      <w:r w:rsidR="00287521"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7B7AF9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7683F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>Программа государственных внутренних заи</w:t>
      </w:r>
      <w:r w:rsidRPr="001A4DCC">
        <w:rPr>
          <w:sz w:val="28"/>
        </w:rPr>
        <w:t>м</w:t>
      </w:r>
      <w:r w:rsidRPr="001A4DCC">
        <w:rPr>
          <w:sz w:val="28"/>
        </w:rPr>
        <w:t xml:space="preserve">ствований Ярославской области </w:t>
      </w:r>
      <w:r w:rsidR="00A84B23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A84B2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A84B2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A84B23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925829">
        <w:rPr>
          <w:sz w:val="28"/>
          <w:szCs w:val="28"/>
        </w:rPr>
        <w:t xml:space="preserve">на </w:t>
      </w:r>
      <w:r w:rsidR="006B7B23" w:rsidRPr="00925829">
        <w:rPr>
          <w:sz w:val="28"/>
        </w:rPr>
        <w:t>4</w:t>
      </w:r>
      <w:r w:rsidRPr="00925829">
        <w:rPr>
          <w:sz w:val="28"/>
          <w:szCs w:val="28"/>
        </w:rPr>
        <w:t xml:space="preserve"> л</w:t>
      </w:r>
      <w:r w:rsidR="008F0990" w:rsidRPr="00925829">
        <w:rPr>
          <w:sz w:val="28"/>
          <w:szCs w:val="28"/>
        </w:rPr>
        <w:t>.</w:t>
      </w:r>
      <w:r w:rsidRPr="00925829">
        <w:rPr>
          <w:sz w:val="28"/>
          <w:szCs w:val="28"/>
        </w:rPr>
        <w:t xml:space="preserve"> в </w:t>
      </w:r>
      <w:r w:rsidRPr="001A4DCC">
        <w:rPr>
          <w:sz w:val="28"/>
          <w:szCs w:val="28"/>
        </w:rPr>
        <w:t>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lastRenderedPageBreak/>
        <w:t>1.</w:t>
      </w:r>
      <w:r w:rsidR="008F0990" w:rsidRPr="001A4DCC">
        <w:rPr>
          <w:sz w:val="28"/>
          <w:szCs w:val="28"/>
        </w:rPr>
        <w:t>2</w:t>
      </w:r>
      <w:r w:rsidR="007B7AF9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7683F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 xml:space="preserve">Программа государственных гарантий </w:t>
      </w:r>
      <w:r w:rsidR="00F54682">
        <w:rPr>
          <w:sz w:val="28"/>
        </w:rPr>
        <w:t xml:space="preserve">             </w:t>
      </w:r>
      <w:r w:rsidRPr="001A4DCC">
        <w:rPr>
          <w:sz w:val="28"/>
        </w:rPr>
        <w:t xml:space="preserve">Ярославской области </w:t>
      </w:r>
      <w:r w:rsidR="008639C8" w:rsidRPr="00E201B4">
        <w:rPr>
          <w:sz w:val="28"/>
        </w:rPr>
        <w:t xml:space="preserve">в валюте Российской Федерации </w:t>
      </w:r>
      <w:r w:rsidR="00084457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084457" w:rsidRPr="001A4DCC">
        <w:rPr>
          <w:sz w:val="28"/>
          <w:szCs w:val="28"/>
        </w:rPr>
        <w:t xml:space="preserve"> год и на пл</w:t>
      </w:r>
      <w:r w:rsidR="00084457" w:rsidRPr="001A4DCC">
        <w:rPr>
          <w:sz w:val="28"/>
          <w:szCs w:val="28"/>
        </w:rPr>
        <w:t>а</w:t>
      </w:r>
      <w:r w:rsidR="00084457" w:rsidRPr="001A4DCC">
        <w:rPr>
          <w:sz w:val="28"/>
          <w:szCs w:val="28"/>
        </w:rPr>
        <w:t>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08445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084457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B04B8">
        <w:rPr>
          <w:sz w:val="28"/>
          <w:szCs w:val="28"/>
        </w:rPr>
        <w:t xml:space="preserve">на </w:t>
      </w:r>
      <w:r w:rsidR="00E201B4" w:rsidRPr="00925829">
        <w:rPr>
          <w:sz w:val="28"/>
          <w:szCs w:val="28"/>
        </w:rPr>
        <w:t>1</w:t>
      </w:r>
      <w:r w:rsidRPr="00925829">
        <w:rPr>
          <w:sz w:val="28"/>
          <w:szCs w:val="28"/>
        </w:rPr>
        <w:t xml:space="preserve"> 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</w:t>
      </w:r>
      <w:r w:rsidR="008F0990" w:rsidRPr="001A4DCC">
        <w:rPr>
          <w:sz w:val="28"/>
          <w:szCs w:val="28"/>
        </w:rPr>
        <w:t> </w:t>
      </w:r>
      <w:r w:rsidRPr="001A4DCC">
        <w:rPr>
          <w:sz w:val="28"/>
          <w:szCs w:val="28"/>
        </w:rPr>
        <w:t>экз</w:t>
      </w:r>
      <w:r w:rsidR="008F0990" w:rsidRPr="001A4DCC">
        <w:rPr>
          <w:sz w:val="28"/>
          <w:szCs w:val="28"/>
        </w:rPr>
        <w:t>.</w:t>
      </w:r>
    </w:p>
    <w:p w:rsidR="00C92877" w:rsidRPr="001A4DCC" w:rsidRDefault="00C92877" w:rsidP="0098777C">
      <w:pPr>
        <w:ind w:firstLine="567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2.</w:t>
      </w:r>
      <w:r w:rsidRPr="001A4DCC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 xml:space="preserve">Пояснительная записка к проекту закона Ярославской области </w:t>
      </w:r>
      <w:r w:rsidR="009D454B" w:rsidRPr="003C27C3">
        <w:rPr>
          <w:sz w:val="28"/>
          <w:szCs w:val="28"/>
        </w:rPr>
        <w:br/>
      </w:r>
      <w:r w:rsidRPr="003C27C3">
        <w:rPr>
          <w:sz w:val="28"/>
          <w:szCs w:val="28"/>
        </w:rPr>
        <w:t>«</w:t>
      </w:r>
      <w:r w:rsidR="002071C6" w:rsidRPr="003C27C3">
        <w:rPr>
          <w:sz w:val="28"/>
          <w:szCs w:val="28"/>
        </w:rPr>
        <w:t>Об областном бюджете 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2071C6" w:rsidRPr="003C27C3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2071C6" w:rsidRPr="003C27C3">
        <w:rPr>
          <w:sz w:val="28"/>
          <w:szCs w:val="28"/>
        </w:rPr>
        <w:t xml:space="preserve"> и 20</w:t>
      </w:r>
      <w:r w:rsidR="007853E3" w:rsidRPr="003C27C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F54682" w:rsidRPr="003C27C3">
        <w:rPr>
          <w:sz w:val="28"/>
          <w:szCs w:val="28"/>
        </w:rPr>
        <w:t xml:space="preserve"> </w:t>
      </w:r>
      <w:r w:rsidR="002071C6" w:rsidRPr="003C27C3">
        <w:rPr>
          <w:sz w:val="28"/>
          <w:szCs w:val="28"/>
        </w:rPr>
        <w:t>г</w:t>
      </w:r>
      <w:r w:rsidR="002071C6" w:rsidRPr="003C27C3">
        <w:rPr>
          <w:sz w:val="28"/>
          <w:szCs w:val="28"/>
        </w:rPr>
        <w:t>о</w:t>
      </w:r>
      <w:r w:rsidR="002071C6" w:rsidRPr="003C27C3">
        <w:rPr>
          <w:sz w:val="28"/>
          <w:szCs w:val="28"/>
        </w:rPr>
        <w:t>дов</w:t>
      </w:r>
      <w:r w:rsidRPr="003C27C3">
        <w:rPr>
          <w:sz w:val="28"/>
          <w:szCs w:val="28"/>
        </w:rPr>
        <w:t xml:space="preserve">» на </w:t>
      </w:r>
      <w:r w:rsidR="00134EFC" w:rsidRPr="00134EFC">
        <w:rPr>
          <w:sz w:val="28"/>
          <w:szCs w:val="28"/>
        </w:rPr>
        <w:t>22</w:t>
      </w:r>
      <w:r w:rsidRPr="00134EFC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>л</w:t>
      </w:r>
      <w:r w:rsidR="0057363E" w:rsidRPr="003C27C3">
        <w:rPr>
          <w:sz w:val="28"/>
          <w:szCs w:val="28"/>
        </w:rPr>
        <w:t>.</w:t>
      </w:r>
      <w:r w:rsidRPr="003C27C3">
        <w:rPr>
          <w:sz w:val="28"/>
          <w:szCs w:val="28"/>
        </w:rPr>
        <w:t xml:space="preserve"> в 1 экз</w:t>
      </w:r>
      <w:r w:rsidR="00BD6001" w:rsidRPr="003C27C3">
        <w:rPr>
          <w:sz w:val="28"/>
          <w:szCs w:val="28"/>
        </w:rPr>
        <w:t>.</w:t>
      </w:r>
      <w:r w:rsidR="000757CF" w:rsidRPr="003C27C3">
        <w:rPr>
          <w:sz w:val="28"/>
          <w:szCs w:val="28"/>
        </w:rPr>
        <w:t>;</w:t>
      </w:r>
    </w:p>
    <w:p w:rsidR="00242ED7" w:rsidRPr="001A4DCC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1 «Расходы областного бюджета на 20</w:t>
      </w:r>
      <w:r w:rsidR="00EB28D7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242ED7" w:rsidRPr="001A4DCC">
        <w:rPr>
          <w:sz w:val="28"/>
          <w:szCs w:val="28"/>
        </w:rPr>
        <w:t xml:space="preserve"> год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1A4DCC">
        <w:rPr>
          <w:sz w:val="28"/>
          <w:szCs w:val="28"/>
        </w:rPr>
        <w:t xml:space="preserve">на </w:t>
      </w:r>
      <w:r w:rsidR="00242ED7" w:rsidRPr="00134EFC">
        <w:rPr>
          <w:sz w:val="28"/>
          <w:szCs w:val="28"/>
        </w:rPr>
        <w:t>3</w:t>
      </w:r>
      <w:r w:rsidR="00242ED7" w:rsidRPr="001A4DCC">
        <w:rPr>
          <w:sz w:val="28"/>
          <w:szCs w:val="28"/>
        </w:rPr>
        <w:t xml:space="preserve"> л. в 1 экз.</w:t>
      </w:r>
      <w:r w:rsidR="000757CF" w:rsidRPr="001A4DCC">
        <w:rPr>
          <w:sz w:val="28"/>
          <w:szCs w:val="28"/>
        </w:rPr>
        <w:t>;</w:t>
      </w:r>
    </w:p>
    <w:p w:rsidR="00242ED7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2 «Расходы областного бюджета на плановый период 20</w:t>
      </w:r>
      <w:r w:rsidR="00EA52B6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242ED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D011DC">
        <w:rPr>
          <w:sz w:val="28"/>
          <w:szCs w:val="28"/>
        </w:rPr>
        <w:t>4</w:t>
      </w:r>
      <w:r w:rsidR="00242ED7" w:rsidRPr="001A4DCC">
        <w:rPr>
          <w:sz w:val="28"/>
          <w:szCs w:val="28"/>
        </w:rPr>
        <w:t xml:space="preserve"> годов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1A4DCC">
        <w:rPr>
          <w:sz w:val="28"/>
          <w:szCs w:val="28"/>
        </w:rPr>
        <w:t xml:space="preserve">на </w:t>
      </w:r>
      <w:r w:rsidR="00B21EC5" w:rsidRPr="00134EFC">
        <w:rPr>
          <w:sz w:val="28"/>
          <w:szCs w:val="28"/>
        </w:rPr>
        <w:t>4</w:t>
      </w:r>
      <w:r w:rsidR="00242ED7" w:rsidRPr="00134EFC">
        <w:rPr>
          <w:sz w:val="28"/>
          <w:szCs w:val="28"/>
        </w:rPr>
        <w:t xml:space="preserve"> </w:t>
      </w:r>
      <w:r w:rsidR="00242ED7" w:rsidRPr="001A4DCC">
        <w:rPr>
          <w:sz w:val="28"/>
          <w:szCs w:val="28"/>
        </w:rPr>
        <w:t xml:space="preserve">л. </w:t>
      </w:r>
      <w:r w:rsidR="00EA52B6">
        <w:rPr>
          <w:sz w:val="28"/>
          <w:szCs w:val="28"/>
        </w:rPr>
        <w:br/>
      </w:r>
      <w:r w:rsidR="00242ED7" w:rsidRPr="001A4DCC">
        <w:rPr>
          <w:sz w:val="28"/>
          <w:szCs w:val="28"/>
        </w:rPr>
        <w:t>в 1 экз.</w:t>
      </w:r>
      <w:r w:rsidR="00B21EC5">
        <w:rPr>
          <w:sz w:val="28"/>
          <w:szCs w:val="28"/>
        </w:rPr>
        <w:t>;</w:t>
      </w:r>
    </w:p>
    <w:p w:rsidR="00B21EC5" w:rsidRPr="00B21EC5" w:rsidRDefault="00B21EC5" w:rsidP="009877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3 </w:t>
      </w:r>
      <w:r w:rsidRPr="00B21EC5">
        <w:rPr>
          <w:sz w:val="28"/>
          <w:szCs w:val="28"/>
        </w:rPr>
        <w:t>«</w:t>
      </w:r>
      <w:r w:rsidRPr="00B21EC5">
        <w:rPr>
          <w:bCs/>
          <w:color w:val="000000"/>
          <w:sz w:val="28"/>
          <w:szCs w:val="28"/>
        </w:rPr>
        <w:t>Информация о бюджетных ассигнованиях, предусмо</w:t>
      </w:r>
      <w:r w:rsidRPr="00B21EC5">
        <w:rPr>
          <w:bCs/>
          <w:color w:val="000000"/>
          <w:sz w:val="28"/>
          <w:szCs w:val="28"/>
        </w:rPr>
        <w:t>т</w:t>
      </w:r>
      <w:r w:rsidRPr="00B21EC5">
        <w:rPr>
          <w:bCs/>
          <w:color w:val="000000"/>
          <w:sz w:val="28"/>
          <w:szCs w:val="28"/>
        </w:rPr>
        <w:t>ренных на реализацию национальных проектов и входящих в них регионал</w:t>
      </w:r>
      <w:r w:rsidRPr="00B21EC5">
        <w:rPr>
          <w:bCs/>
          <w:color w:val="000000"/>
          <w:sz w:val="28"/>
          <w:szCs w:val="28"/>
        </w:rPr>
        <w:t>ь</w:t>
      </w:r>
      <w:r w:rsidRPr="00B21EC5">
        <w:rPr>
          <w:bCs/>
          <w:color w:val="000000"/>
          <w:sz w:val="28"/>
          <w:szCs w:val="28"/>
        </w:rPr>
        <w:t>ных проектов»</w:t>
      </w:r>
      <w:r>
        <w:rPr>
          <w:b/>
          <w:bCs/>
          <w:color w:val="000000"/>
          <w:sz w:val="28"/>
          <w:szCs w:val="28"/>
        </w:rPr>
        <w:t xml:space="preserve"> </w:t>
      </w:r>
      <w:r w:rsidRPr="001A4DCC">
        <w:rPr>
          <w:sz w:val="28"/>
          <w:szCs w:val="28"/>
        </w:rPr>
        <w:t xml:space="preserve">к пояснительной записке к проекту закона </w:t>
      </w:r>
      <w:r w:rsidRPr="00134EFC">
        <w:rPr>
          <w:sz w:val="28"/>
          <w:szCs w:val="28"/>
        </w:rPr>
        <w:t xml:space="preserve">на </w:t>
      </w:r>
      <w:r w:rsidR="00134EFC" w:rsidRPr="00134EFC">
        <w:rPr>
          <w:sz w:val="28"/>
          <w:szCs w:val="28"/>
        </w:rPr>
        <w:t>3</w:t>
      </w:r>
      <w:r w:rsidRPr="00134EFC">
        <w:rPr>
          <w:sz w:val="28"/>
          <w:szCs w:val="28"/>
        </w:rPr>
        <w:t xml:space="preserve"> </w:t>
      </w:r>
      <w:r w:rsidRPr="00B21EC5">
        <w:rPr>
          <w:sz w:val="28"/>
          <w:szCs w:val="28"/>
        </w:rPr>
        <w:t xml:space="preserve">л. </w:t>
      </w:r>
      <w:r w:rsidRPr="00B21EC5">
        <w:rPr>
          <w:sz w:val="28"/>
          <w:szCs w:val="28"/>
        </w:rPr>
        <w:br/>
        <w:t>в 1 экз.</w:t>
      </w:r>
    </w:p>
    <w:p w:rsidR="001C6055" w:rsidRPr="00162076" w:rsidRDefault="00356E9C" w:rsidP="0098777C">
      <w:pPr>
        <w:ind w:firstLine="567"/>
        <w:jc w:val="both"/>
        <w:rPr>
          <w:sz w:val="28"/>
          <w:szCs w:val="28"/>
        </w:rPr>
      </w:pPr>
      <w:r w:rsidRPr="00162076">
        <w:rPr>
          <w:b/>
          <w:sz w:val="28"/>
          <w:szCs w:val="28"/>
        </w:rPr>
        <w:t xml:space="preserve">3. </w:t>
      </w:r>
      <w:r w:rsidR="000D25FF" w:rsidRPr="00162076">
        <w:rPr>
          <w:sz w:val="28"/>
          <w:szCs w:val="28"/>
        </w:rPr>
        <w:t xml:space="preserve">Проект бюджетного прогноза Ярославской области на долгосрочный период </w:t>
      </w:r>
      <w:r w:rsidR="00162076" w:rsidRPr="00162076">
        <w:rPr>
          <w:sz w:val="28"/>
          <w:szCs w:val="28"/>
        </w:rPr>
        <w:t xml:space="preserve">(на 2022 – 2033 годы) </w:t>
      </w:r>
      <w:r w:rsidR="001C6055" w:rsidRPr="00162076">
        <w:rPr>
          <w:sz w:val="28"/>
          <w:szCs w:val="28"/>
        </w:rPr>
        <w:t xml:space="preserve">на </w:t>
      </w:r>
      <w:r w:rsidR="00162076" w:rsidRPr="00162076">
        <w:rPr>
          <w:sz w:val="28"/>
          <w:szCs w:val="28"/>
        </w:rPr>
        <w:t>7</w:t>
      </w:r>
      <w:r w:rsidR="001C6055" w:rsidRPr="00162076">
        <w:rPr>
          <w:sz w:val="28"/>
          <w:szCs w:val="28"/>
        </w:rPr>
        <w:t xml:space="preserve"> л. в 1 экз.</w:t>
      </w:r>
    </w:p>
    <w:p w:rsidR="0075419B" w:rsidRPr="00D82733" w:rsidRDefault="00356E9C" w:rsidP="0075419B">
      <w:pPr>
        <w:ind w:firstLine="561"/>
        <w:jc w:val="both"/>
        <w:rPr>
          <w:sz w:val="28"/>
          <w:szCs w:val="28"/>
        </w:rPr>
      </w:pPr>
      <w:r w:rsidRPr="000F4892">
        <w:rPr>
          <w:b/>
          <w:sz w:val="28"/>
          <w:szCs w:val="28"/>
        </w:rPr>
        <w:t>4</w:t>
      </w:r>
      <w:r w:rsidR="0075419B" w:rsidRPr="003F63A3">
        <w:rPr>
          <w:sz w:val="28"/>
          <w:szCs w:val="28"/>
        </w:rPr>
        <w:t xml:space="preserve">. </w:t>
      </w:r>
      <w:r w:rsidR="00A76F4B">
        <w:rPr>
          <w:sz w:val="28"/>
          <w:szCs w:val="28"/>
        </w:rPr>
        <w:t xml:space="preserve">Указ Губернатора Ярославской области </w:t>
      </w:r>
      <w:r w:rsidR="0075419B" w:rsidRPr="002164F1">
        <w:rPr>
          <w:sz w:val="28"/>
          <w:szCs w:val="28"/>
        </w:rPr>
        <w:t xml:space="preserve">от </w:t>
      </w:r>
      <w:r w:rsidR="002164F1" w:rsidRPr="002164F1">
        <w:rPr>
          <w:sz w:val="28"/>
          <w:szCs w:val="28"/>
        </w:rPr>
        <w:t>09.09.2021</w:t>
      </w:r>
      <w:r w:rsidR="0075419B" w:rsidRPr="002164F1">
        <w:rPr>
          <w:sz w:val="28"/>
          <w:szCs w:val="28"/>
        </w:rPr>
        <w:t xml:space="preserve"> № </w:t>
      </w:r>
      <w:r w:rsidR="00BE7616" w:rsidRPr="002164F1">
        <w:rPr>
          <w:sz w:val="28"/>
          <w:szCs w:val="28"/>
        </w:rPr>
        <w:t>2</w:t>
      </w:r>
      <w:r w:rsidR="002164F1" w:rsidRPr="002164F1">
        <w:rPr>
          <w:sz w:val="28"/>
          <w:szCs w:val="28"/>
        </w:rPr>
        <w:t>78</w:t>
      </w:r>
      <w:r w:rsidR="0075419B" w:rsidRPr="002164F1">
        <w:rPr>
          <w:sz w:val="28"/>
          <w:szCs w:val="28"/>
        </w:rPr>
        <w:t xml:space="preserve"> </w:t>
      </w:r>
      <w:r w:rsidR="0075419B" w:rsidRPr="00432A0D">
        <w:rPr>
          <w:sz w:val="28"/>
          <w:szCs w:val="28"/>
        </w:rPr>
        <w:t xml:space="preserve">«Об </w:t>
      </w:r>
      <w:r w:rsidR="00432A0D" w:rsidRPr="00432A0D">
        <w:rPr>
          <w:sz w:val="28"/>
          <w:szCs w:val="28"/>
        </w:rPr>
        <w:t>о</w:t>
      </w:r>
      <w:r w:rsidR="0075419B" w:rsidRPr="00432A0D">
        <w:rPr>
          <w:sz w:val="28"/>
          <w:szCs w:val="28"/>
        </w:rPr>
        <w:t>с</w:t>
      </w:r>
      <w:r w:rsidR="0075419B" w:rsidRPr="00432A0D">
        <w:rPr>
          <w:sz w:val="28"/>
          <w:szCs w:val="28"/>
        </w:rPr>
        <w:t>новных направлениях бюджетной и налоговой политики Ярославской обл</w:t>
      </w:r>
      <w:r w:rsidR="0075419B" w:rsidRPr="00432A0D">
        <w:rPr>
          <w:sz w:val="28"/>
          <w:szCs w:val="28"/>
        </w:rPr>
        <w:t>а</w:t>
      </w:r>
      <w:r w:rsidR="0075419B" w:rsidRPr="00432A0D">
        <w:rPr>
          <w:sz w:val="28"/>
          <w:szCs w:val="28"/>
        </w:rPr>
        <w:t>сти на 20</w:t>
      </w:r>
      <w:r w:rsidR="00D82733" w:rsidRPr="00432A0D">
        <w:rPr>
          <w:sz w:val="28"/>
          <w:szCs w:val="28"/>
        </w:rPr>
        <w:t>2</w:t>
      </w:r>
      <w:r w:rsidR="00D011DC">
        <w:rPr>
          <w:sz w:val="28"/>
          <w:szCs w:val="28"/>
        </w:rPr>
        <w:t>2</w:t>
      </w:r>
      <w:r w:rsidR="009F20FF" w:rsidRPr="00432A0D">
        <w:rPr>
          <w:sz w:val="28"/>
          <w:szCs w:val="28"/>
        </w:rPr>
        <w:t xml:space="preserve"> год и на плановый период </w:t>
      </w:r>
      <w:r w:rsidR="002071C6" w:rsidRPr="00432A0D">
        <w:rPr>
          <w:sz w:val="28"/>
          <w:szCs w:val="28"/>
        </w:rPr>
        <w:t>20</w:t>
      </w:r>
      <w:r w:rsidR="00EA52B6" w:rsidRPr="00432A0D">
        <w:rPr>
          <w:sz w:val="28"/>
          <w:szCs w:val="28"/>
        </w:rPr>
        <w:t>2</w:t>
      </w:r>
      <w:r w:rsidR="00D011DC">
        <w:rPr>
          <w:sz w:val="28"/>
          <w:szCs w:val="28"/>
        </w:rPr>
        <w:t>3</w:t>
      </w:r>
      <w:r w:rsidR="002071C6" w:rsidRPr="00432A0D">
        <w:rPr>
          <w:sz w:val="28"/>
          <w:szCs w:val="28"/>
        </w:rPr>
        <w:t xml:space="preserve"> </w:t>
      </w:r>
      <w:r w:rsidR="00D34388" w:rsidRPr="00432A0D">
        <w:rPr>
          <w:sz w:val="28"/>
          <w:szCs w:val="28"/>
        </w:rPr>
        <w:t>и 202</w:t>
      </w:r>
      <w:r w:rsidR="00D011DC">
        <w:rPr>
          <w:sz w:val="28"/>
          <w:szCs w:val="28"/>
        </w:rPr>
        <w:t>4</w:t>
      </w:r>
      <w:r w:rsidR="009F20FF" w:rsidRPr="00432A0D">
        <w:rPr>
          <w:sz w:val="28"/>
          <w:szCs w:val="28"/>
        </w:rPr>
        <w:t xml:space="preserve"> годов</w:t>
      </w:r>
      <w:r w:rsidR="0075419B" w:rsidRPr="00432A0D">
        <w:rPr>
          <w:sz w:val="28"/>
          <w:szCs w:val="28"/>
        </w:rPr>
        <w:t xml:space="preserve">» на </w:t>
      </w:r>
      <w:r w:rsidR="009061CB" w:rsidRPr="002164F1">
        <w:rPr>
          <w:sz w:val="28"/>
          <w:szCs w:val="28"/>
        </w:rPr>
        <w:t>1</w:t>
      </w:r>
      <w:r w:rsidR="00432A0D" w:rsidRPr="002164F1">
        <w:rPr>
          <w:sz w:val="28"/>
          <w:szCs w:val="28"/>
        </w:rPr>
        <w:t>3</w:t>
      </w:r>
      <w:r w:rsidR="0075419B" w:rsidRPr="00432A0D">
        <w:rPr>
          <w:sz w:val="28"/>
          <w:szCs w:val="28"/>
        </w:rPr>
        <w:t xml:space="preserve"> </w:t>
      </w:r>
      <w:r w:rsidR="0075419B" w:rsidRPr="003F63A3">
        <w:rPr>
          <w:sz w:val="28"/>
          <w:szCs w:val="28"/>
        </w:rPr>
        <w:t>л</w:t>
      </w:r>
      <w:r w:rsidR="00A5036A" w:rsidRPr="003F63A3">
        <w:rPr>
          <w:sz w:val="28"/>
          <w:szCs w:val="28"/>
        </w:rPr>
        <w:t>.</w:t>
      </w:r>
      <w:r w:rsidR="0075419B" w:rsidRPr="003F63A3">
        <w:rPr>
          <w:sz w:val="28"/>
          <w:szCs w:val="28"/>
        </w:rPr>
        <w:t xml:space="preserve"> в 1 экз</w:t>
      </w:r>
      <w:r w:rsidR="00A5036A" w:rsidRPr="003F63A3">
        <w:rPr>
          <w:sz w:val="28"/>
          <w:szCs w:val="28"/>
        </w:rPr>
        <w:t>.</w:t>
      </w:r>
    </w:p>
    <w:p w:rsidR="0075419B" w:rsidRPr="00D94C60" w:rsidRDefault="00356E9C" w:rsidP="00C92877">
      <w:pPr>
        <w:ind w:firstLine="561"/>
        <w:jc w:val="both"/>
        <w:rPr>
          <w:sz w:val="28"/>
          <w:szCs w:val="28"/>
        </w:rPr>
      </w:pPr>
      <w:r w:rsidRPr="00D94C60">
        <w:rPr>
          <w:b/>
          <w:sz w:val="28"/>
          <w:szCs w:val="28"/>
        </w:rPr>
        <w:t>5</w:t>
      </w:r>
      <w:r w:rsidR="00C92877" w:rsidRPr="00D94C60">
        <w:rPr>
          <w:sz w:val="28"/>
          <w:szCs w:val="28"/>
        </w:rPr>
        <w:t xml:space="preserve">. </w:t>
      </w:r>
      <w:r w:rsidR="007F6F80" w:rsidRPr="00D94C60">
        <w:rPr>
          <w:sz w:val="28"/>
          <w:szCs w:val="28"/>
        </w:rPr>
        <w:t>Предварительные и</w:t>
      </w:r>
      <w:r w:rsidR="0075419B" w:rsidRPr="00D94C60">
        <w:rPr>
          <w:sz w:val="28"/>
          <w:szCs w:val="28"/>
        </w:rPr>
        <w:t xml:space="preserve">тоги социально-экономического развития </w:t>
      </w:r>
      <w:r w:rsidR="000B0221">
        <w:rPr>
          <w:sz w:val="28"/>
          <w:szCs w:val="28"/>
        </w:rPr>
        <w:t>Яр</w:t>
      </w:r>
      <w:r w:rsidR="000B0221">
        <w:rPr>
          <w:sz w:val="28"/>
          <w:szCs w:val="28"/>
        </w:rPr>
        <w:t>о</w:t>
      </w:r>
      <w:r w:rsidR="000B0221">
        <w:rPr>
          <w:sz w:val="28"/>
          <w:szCs w:val="28"/>
        </w:rPr>
        <w:t xml:space="preserve">славской </w:t>
      </w:r>
      <w:r w:rsidR="0075419B" w:rsidRPr="00D94C60">
        <w:rPr>
          <w:sz w:val="28"/>
          <w:szCs w:val="28"/>
        </w:rPr>
        <w:t xml:space="preserve">области за </w:t>
      </w:r>
      <w:r w:rsidR="001B3062" w:rsidRPr="00D94C60">
        <w:rPr>
          <w:sz w:val="28"/>
          <w:szCs w:val="28"/>
        </w:rPr>
        <w:t>январь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>–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 xml:space="preserve">август </w:t>
      </w:r>
      <w:r w:rsidR="0075419B" w:rsidRPr="00505408">
        <w:rPr>
          <w:sz w:val="28"/>
          <w:szCs w:val="28"/>
        </w:rPr>
        <w:t>20</w:t>
      </w:r>
      <w:r w:rsidR="002B5181" w:rsidRPr="00505408">
        <w:rPr>
          <w:sz w:val="28"/>
          <w:szCs w:val="28"/>
        </w:rPr>
        <w:t>2</w:t>
      </w:r>
      <w:r w:rsidR="00505408" w:rsidRPr="00505408">
        <w:rPr>
          <w:sz w:val="28"/>
          <w:szCs w:val="28"/>
        </w:rPr>
        <w:t>1</w:t>
      </w:r>
      <w:r w:rsidR="0075419B" w:rsidRPr="00505408">
        <w:rPr>
          <w:sz w:val="28"/>
          <w:szCs w:val="28"/>
        </w:rPr>
        <w:t xml:space="preserve"> года </w:t>
      </w:r>
      <w:r w:rsidR="0075419B" w:rsidRPr="00D94C60">
        <w:rPr>
          <w:sz w:val="28"/>
          <w:szCs w:val="28"/>
        </w:rPr>
        <w:t xml:space="preserve">и </w:t>
      </w:r>
      <w:r w:rsidR="005B4ACE" w:rsidRPr="00D94C60">
        <w:rPr>
          <w:sz w:val="28"/>
          <w:szCs w:val="28"/>
        </w:rPr>
        <w:t>ожидаемые итоги</w:t>
      </w:r>
      <w:r w:rsidR="00E65629" w:rsidRPr="00D94C60">
        <w:rPr>
          <w:sz w:val="28"/>
          <w:szCs w:val="28"/>
        </w:rPr>
        <w:t xml:space="preserve"> </w:t>
      </w:r>
      <w:r w:rsidR="00AD50DC" w:rsidRPr="00D94C60">
        <w:rPr>
          <w:sz w:val="28"/>
          <w:szCs w:val="28"/>
        </w:rPr>
        <w:t xml:space="preserve">социально-экономического развития </w:t>
      </w:r>
      <w:r w:rsidR="008009B5" w:rsidRPr="00D94C60">
        <w:rPr>
          <w:sz w:val="28"/>
          <w:szCs w:val="28"/>
        </w:rPr>
        <w:t xml:space="preserve">Ярославской </w:t>
      </w:r>
      <w:r w:rsidR="00AD50DC" w:rsidRPr="00D94C60">
        <w:rPr>
          <w:sz w:val="28"/>
          <w:szCs w:val="28"/>
        </w:rPr>
        <w:t xml:space="preserve">области </w:t>
      </w:r>
      <w:r w:rsidR="0075419B" w:rsidRPr="00D94C60">
        <w:rPr>
          <w:sz w:val="28"/>
          <w:szCs w:val="28"/>
        </w:rPr>
        <w:t>за 20</w:t>
      </w:r>
      <w:r w:rsidR="002B5181" w:rsidRPr="00D94C60">
        <w:rPr>
          <w:sz w:val="28"/>
          <w:szCs w:val="28"/>
        </w:rPr>
        <w:t>2</w:t>
      </w:r>
      <w:r w:rsidR="00505408">
        <w:rPr>
          <w:sz w:val="28"/>
          <w:szCs w:val="28"/>
        </w:rPr>
        <w:t>1</w:t>
      </w:r>
      <w:r w:rsidR="0075419B" w:rsidRPr="00D94C60">
        <w:rPr>
          <w:sz w:val="28"/>
          <w:szCs w:val="28"/>
        </w:rPr>
        <w:t xml:space="preserve"> год на </w:t>
      </w:r>
      <w:r w:rsidR="00432E50" w:rsidRPr="00432E50">
        <w:rPr>
          <w:sz w:val="28"/>
          <w:szCs w:val="28"/>
        </w:rPr>
        <w:t>13</w:t>
      </w:r>
      <w:r w:rsidR="0075419B" w:rsidRPr="00432E50">
        <w:rPr>
          <w:sz w:val="28"/>
          <w:szCs w:val="28"/>
        </w:rPr>
        <w:t xml:space="preserve"> </w:t>
      </w:r>
      <w:r w:rsidR="0075419B" w:rsidRPr="00D94C60">
        <w:rPr>
          <w:sz w:val="28"/>
          <w:szCs w:val="28"/>
        </w:rPr>
        <w:t>л</w:t>
      </w:r>
      <w:r w:rsidR="00A5036A" w:rsidRPr="00D94C60">
        <w:rPr>
          <w:sz w:val="28"/>
          <w:szCs w:val="28"/>
        </w:rPr>
        <w:t>.</w:t>
      </w:r>
      <w:r w:rsidR="0075419B" w:rsidRPr="00D94C60">
        <w:rPr>
          <w:sz w:val="28"/>
          <w:szCs w:val="28"/>
        </w:rPr>
        <w:t xml:space="preserve"> в 1 экз.</w:t>
      </w:r>
    </w:p>
    <w:p w:rsidR="009F4F6E" w:rsidRPr="00D94C60" w:rsidRDefault="00356E9C" w:rsidP="009F4F6E">
      <w:pPr>
        <w:ind w:firstLine="561"/>
        <w:jc w:val="both"/>
        <w:rPr>
          <w:sz w:val="28"/>
          <w:szCs w:val="28"/>
        </w:rPr>
      </w:pPr>
      <w:r w:rsidRPr="00D94C60">
        <w:rPr>
          <w:b/>
          <w:sz w:val="28"/>
          <w:szCs w:val="28"/>
        </w:rPr>
        <w:t>6</w:t>
      </w:r>
      <w:r w:rsidR="0075419B" w:rsidRPr="00D94C60">
        <w:rPr>
          <w:b/>
          <w:sz w:val="28"/>
          <w:szCs w:val="28"/>
        </w:rPr>
        <w:t xml:space="preserve">. </w:t>
      </w:r>
      <w:r w:rsidR="001C3587" w:rsidRPr="00D94C60">
        <w:rPr>
          <w:sz w:val="28"/>
          <w:szCs w:val="28"/>
        </w:rPr>
        <w:t xml:space="preserve">Постановление </w:t>
      </w:r>
      <w:r w:rsidR="002071C6" w:rsidRPr="00D94C60">
        <w:rPr>
          <w:sz w:val="28"/>
          <w:szCs w:val="28"/>
        </w:rPr>
        <w:t>Правительства</w:t>
      </w:r>
      <w:r w:rsidR="001C3587" w:rsidRPr="00D94C60">
        <w:rPr>
          <w:sz w:val="28"/>
          <w:szCs w:val="28"/>
        </w:rPr>
        <w:t xml:space="preserve"> </w:t>
      </w:r>
      <w:r w:rsidR="00E3427A">
        <w:rPr>
          <w:sz w:val="28"/>
          <w:szCs w:val="28"/>
        </w:rPr>
        <w:t xml:space="preserve">Ярославской </w:t>
      </w:r>
      <w:r w:rsidR="001C3587" w:rsidRPr="00CF3A14">
        <w:rPr>
          <w:sz w:val="28"/>
          <w:szCs w:val="28"/>
        </w:rPr>
        <w:t xml:space="preserve">области от </w:t>
      </w:r>
      <w:r w:rsidR="00CF3A14" w:rsidRPr="00CF3A14">
        <w:rPr>
          <w:sz w:val="28"/>
          <w:szCs w:val="28"/>
        </w:rPr>
        <w:t>0</w:t>
      </w:r>
      <w:r w:rsidR="008009B5" w:rsidRPr="00CF3A14">
        <w:rPr>
          <w:sz w:val="28"/>
          <w:szCs w:val="28"/>
        </w:rPr>
        <w:t>8</w:t>
      </w:r>
      <w:r w:rsidR="002071C6" w:rsidRPr="00CF3A14">
        <w:rPr>
          <w:sz w:val="28"/>
          <w:szCs w:val="28"/>
        </w:rPr>
        <w:t>.</w:t>
      </w:r>
      <w:r w:rsidR="00CF3A14" w:rsidRPr="00CF3A14">
        <w:rPr>
          <w:sz w:val="28"/>
          <w:szCs w:val="28"/>
        </w:rPr>
        <w:t>10</w:t>
      </w:r>
      <w:r w:rsidR="002071C6" w:rsidRPr="00CF3A14">
        <w:rPr>
          <w:sz w:val="28"/>
          <w:szCs w:val="28"/>
        </w:rPr>
        <w:t>.20</w:t>
      </w:r>
      <w:r w:rsidR="008009B5" w:rsidRPr="00CF3A14">
        <w:rPr>
          <w:sz w:val="28"/>
          <w:szCs w:val="28"/>
        </w:rPr>
        <w:t>2</w:t>
      </w:r>
      <w:r w:rsidR="00CF3A14" w:rsidRPr="00CF3A14">
        <w:rPr>
          <w:sz w:val="28"/>
          <w:szCs w:val="28"/>
        </w:rPr>
        <w:t>1</w:t>
      </w:r>
      <w:r w:rsidR="001C3587" w:rsidRPr="00CF3A14">
        <w:rPr>
          <w:sz w:val="28"/>
          <w:szCs w:val="28"/>
        </w:rPr>
        <w:t xml:space="preserve"> </w:t>
      </w:r>
      <w:r w:rsidR="00E3427A">
        <w:rPr>
          <w:sz w:val="28"/>
          <w:szCs w:val="28"/>
        </w:rPr>
        <w:br/>
      </w:r>
      <w:r w:rsidR="001C3587" w:rsidRPr="00CF3A14">
        <w:rPr>
          <w:sz w:val="28"/>
          <w:szCs w:val="28"/>
        </w:rPr>
        <w:t xml:space="preserve">№ </w:t>
      </w:r>
      <w:r w:rsidR="009A5F70" w:rsidRPr="00CF3A14">
        <w:rPr>
          <w:sz w:val="28"/>
          <w:szCs w:val="28"/>
        </w:rPr>
        <w:t>7</w:t>
      </w:r>
      <w:r w:rsidR="008009B5" w:rsidRPr="00CF3A14">
        <w:rPr>
          <w:sz w:val="28"/>
          <w:szCs w:val="28"/>
        </w:rPr>
        <w:t>0</w:t>
      </w:r>
      <w:r w:rsidR="00CF3A14" w:rsidRPr="00CF3A14">
        <w:rPr>
          <w:sz w:val="28"/>
          <w:szCs w:val="28"/>
        </w:rPr>
        <w:t>2</w:t>
      </w:r>
      <w:r w:rsidR="001C3587" w:rsidRPr="00CF3A14">
        <w:rPr>
          <w:sz w:val="28"/>
          <w:szCs w:val="28"/>
        </w:rPr>
        <w:t>-</w:t>
      </w:r>
      <w:r w:rsidR="002071C6" w:rsidRPr="00CF3A14">
        <w:rPr>
          <w:sz w:val="28"/>
          <w:szCs w:val="28"/>
        </w:rPr>
        <w:t xml:space="preserve">п </w:t>
      </w:r>
      <w:r w:rsidR="002071C6" w:rsidRPr="00D94C60">
        <w:rPr>
          <w:sz w:val="28"/>
          <w:szCs w:val="28"/>
        </w:rPr>
        <w:t xml:space="preserve">«О </w:t>
      </w:r>
      <w:r w:rsidR="001C3587" w:rsidRPr="00D94C60">
        <w:rPr>
          <w:sz w:val="28"/>
          <w:szCs w:val="28"/>
        </w:rPr>
        <w:t>прогнозе</w:t>
      </w:r>
      <w:r w:rsidR="009F4F6E" w:rsidRPr="00D94C60">
        <w:rPr>
          <w:sz w:val="28"/>
          <w:szCs w:val="28"/>
        </w:rPr>
        <w:t xml:space="preserve"> социально-экономического развития Ярославской о</w:t>
      </w:r>
      <w:r w:rsidR="009F4F6E" w:rsidRPr="00D94C60">
        <w:rPr>
          <w:sz w:val="28"/>
          <w:szCs w:val="28"/>
        </w:rPr>
        <w:t>б</w:t>
      </w:r>
      <w:r w:rsidR="009F4F6E" w:rsidRPr="00D94C60">
        <w:rPr>
          <w:sz w:val="28"/>
          <w:szCs w:val="28"/>
        </w:rPr>
        <w:t>ласти на</w:t>
      </w:r>
      <w:r w:rsidR="00AD50DC" w:rsidRPr="00D94C60">
        <w:rPr>
          <w:sz w:val="28"/>
          <w:szCs w:val="28"/>
        </w:rPr>
        <w:t xml:space="preserve"> среднесрочный период </w:t>
      </w:r>
      <w:r w:rsidR="009F4F6E" w:rsidRPr="00D94C60">
        <w:rPr>
          <w:sz w:val="28"/>
          <w:szCs w:val="28"/>
        </w:rPr>
        <w:t>20</w:t>
      </w:r>
      <w:r w:rsidR="00106264" w:rsidRPr="00D94C60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AD50DC" w:rsidRPr="00D94C60">
        <w:rPr>
          <w:sz w:val="28"/>
          <w:szCs w:val="28"/>
        </w:rPr>
        <w:t xml:space="preserve"> </w:t>
      </w:r>
      <w:r w:rsidR="005B2519" w:rsidRPr="00D94C60">
        <w:rPr>
          <w:sz w:val="28"/>
          <w:szCs w:val="28"/>
        </w:rPr>
        <w:t>–</w:t>
      </w:r>
      <w:r w:rsidR="00AD50DC" w:rsidRPr="00D94C60">
        <w:rPr>
          <w:sz w:val="28"/>
          <w:szCs w:val="28"/>
        </w:rPr>
        <w:t xml:space="preserve"> </w:t>
      </w:r>
      <w:r w:rsidR="009A5F70" w:rsidRPr="00D94C60">
        <w:rPr>
          <w:sz w:val="28"/>
          <w:szCs w:val="28"/>
        </w:rPr>
        <w:t>202</w:t>
      </w:r>
      <w:r w:rsidR="00E33EE0">
        <w:rPr>
          <w:sz w:val="28"/>
          <w:szCs w:val="28"/>
        </w:rPr>
        <w:t>4</w:t>
      </w:r>
      <w:r w:rsidR="001C3587" w:rsidRPr="00D94C60">
        <w:rPr>
          <w:sz w:val="28"/>
          <w:szCs w:val="28"/>
        </w:rPr>
        <w:t xml:space="preserve"> год</w:t>
      </w:r>
      <w:r w:rsidR="00A11EC9" w:rsidRPr="00D94C60">
        <w:rPr>
          <w:sz w:val="28"/>
          <w:szCs w:val="28"/>
        </w:rPr>
        <w:t>ов</w:t>
      </w:r>
      <w:r w:rsidR="001C3587" w:rsidRPr="00D94C60">
        <w:rPr>
          <w:sz w:val="28"/>
          <w:szCs w:val="28"/>
        </w:rPr>
        <w:t xml:space="preserve">» </w:t>
      </w:r>
      <w:r w:rsidR="009F4F6E" w:rsidRPr="00D94C60">
        <w:rPr>
          <w:sz w:val="28"/>
          <w:szCs w:val="28"/>
        </w:rPr>
        <w:t xml:space="preserve">на </w:t>
      </w:r>
      <w:r w:rsidR="000B78B6">
        <w:rPr>
          <w:sz w:val="28"/>
          <w:szCs w:val="28"/>
        </w:rPr>
        <w:t>49</w:t>
      </w:r>
      <w:r w:rsidR="00A5036A" w:rsidRPr="00D94C60">
        <w:rPr>
          <w:sz w:val="28"/>
          <w:szCs w:val="28"/>
        </w:rPr>
        <w:t xml:space="preserve"> л. в 1 экз</w:t>
      </w:r>
      <w:r w:rsidR="009F4F6E" w:rsidRPr="00D94C60">
        <w:rPr>
          <w:sz w:val="28"/>
          <w:szCs w:val="28"/>
        </w:rPr>
        <w:t>.</w:t>
      </w:r>
    </w:p>
    <w:p w:rsidR="003D7C0A" w:rsidRPr="003F63A3" w:rsidRDefault="00356E9C" w:rsidP="003D7C0A">
      <w:pPr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7</w:t>
      </w:r>
      <w:r w:rsidR="003D7C0A" w:rsidRPr="003F63A3">
        <w:rPr>
          <w:b/>
          <w:sz w:val="28"/>
          <w:szCs w:val="28"/>
        </w:rPr>
        <w:t>.</w:t>
      </w:r>
      <w:r w:rsidR="003D7C0A" w:rsidRPr="003F63A3">
        <w:rPr>
          <w:sz w:val="28"/>
          <w:szCs w:val="28"/>
        </w:rPr>
        <w:t xml:space="preserve"> Прогноз основных характеристик консолидированного бюджета </w:t>
      </w:r>
      <w:r w:rsidR="00F54682" w:rsidRPr="003F63A3">
        <w:rPr>
          <w:sz w:val="28"/>
          <w:szCs w:val="28"/>
        </w:rPr>
        <w:t xml:space="preserve">      </w:t>
      </w:r>
      <w:r w:rsidR="003D7C0A" w:rsidRPr="003F63A3">
        <w:rPr>
          <w:sz w:val="28"/>
          <w:szCs w:val="28"/>
        </w:rPr>
        <w:t>Ярославской области на 20</w:t>
      </w:r>
      <w:r w:rsidR="00452584" w:rsidRPr="003F63A3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3D7C0A" w:rsidRPr="003F63A3">
        <w:rPr>
          <w:sz w:val="28"/>
          <w:szCs w:val="28"/>
        </w:rPr>
        <w:t xml:space="preserve"> год и на плановый период 20</w:t>
      </w:r>
      <w:r w:rsidR="005B2519" w:rsidRPr="003F63A3">
        <w:rPr>
          <w:sz w:val="28"/>
          <w:szCs w:val="28"/>
        </w:rPr>
        <w:t>2</w:t>
      </w:r>
      <w:r w:rsidR="00E33EE0">
        <w:rPr>
          <w:sz w:val="28"/>
          <w:szCs w:val="28"/>
        </w:rPr>
        <w:t>3</w:t>
      </w:r>
      <w:r w:rsidR="009A5F70" w:rsidRPr="003F63A3">
        <w:rPr>
          <w:sz w:val="28"/>
          <w:szCs w:val="28"/>
        </w:rPr>
        <w:t xml:space="preserve"> и 202</w:t>
      </w:r>
      <w:r w:rsidR="00E33EE0">
        <w:rPr>
          <w:sz w:val="28"/>
          <w:szCs w:val="28"/>
        </w:rPr>
        <w:t>4</w:t>
      </w:r>
      <w:r w:rsidR="003D7C0A" w:rsidRPr="003F63A3">
        <w:rPr>
          <w:sz w:val="28"/>
          <w:szCs w:val="28"/>
        </w:rPr>
        <w:t xml:space="preserve"> годов на </w:t>
      </w:r>
      <w:r w:rsidR="000B78B6" w:rsidRPr="000B78B6">
        <w:rPr>
          <w:sz w:val="28"/>
          <w:szCs w:val="28"/>
        </w:rPr>
        <w:t>2</w:t>
      </w:r>
      <w:r w:rsidR="003D7C0A" w:rsidRPr="000B78B6">
        <w:rPr>
          <w:sz w:val="28"/>
          <w:szCs w:val="28"/>
        </w:rPr>
        <w:t> л</w:t>
      </w:r>
      <w:r w:rsidR="003D7C0A" w:rsidRPr="003F63A3">
        <w:rPr>
          <w:sz w:val="28"/>
          <w:szCs w:val="28"/>
        </w:rPr>
        <w:t>. в 1 экз.</w:t>
      </w:r>
    </w:p>
    <w:p w:rsidR="00A94A18" w:rsidRPr="003F63A3" w:rsidRDefault="00356E9C" w:rsidP="00B75D14">
      <w:pPr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8</w:t>
      </w:r>
      <w:r w:rsidR="009F4F6E" w:rsidRPr="003F63A3">
        <w:rPr>
          <w:b/>
          <w:sz w:val="28"/>
          <w:szCs w:val="28"/>
        </w:rPr>
        <w:t>.</w:t>
      </w:r>
      <w:r w:rsidR="009F4F6E" w:rsidRPr="003F63A3">
        <w:rPr>
          <w:sz w:val="28"/>
          <w:szCs w:val="28"/>
        </w:rPr>
        <w:t xml:space="preserve"> </w:t>
      </w:r>
      <w:r w:rsidR="00C06F94" w:rsidRPr="003F63A3">
        <w:rPr>
          <w:sz w:val="28"/>
          <w:szCs w:val="28"/>
        </w:rPr>
        <w:t>Методики (п</w:t>
      </w:r>
      <w:r w:rsidR="00C43D1D" w:rsidRPr="003F63A3">
        <w:rPr>
          <w:sz w:val="28"/>
          <w:szCs w:val="28"/>
        </w:rPr>
        <w:t>роекты методик</w:t>
      </w:r>
      <w:r w:rsidR="00C06F94" w:rsidRPr="003F63A3">
        <w:rPr>
          <w:sz w:val="28"/>
          <w:szCs w:val="28"/>
        </w:rPr>
        <w:t xml:space="preserve">) </w:t>
      </w:r>
      <w:r w:rsidR="00217C7A" w:rsidRPr="003F63A3">
        <w:rPr>
          <w:sz w:val="28"/>
          <w:szCs w:val="28"/>
        </w:rPr>
        <w:t xml:space="preserve">и расчеты распределения </w:t>
      </w:r>
      <w:r w:rsidR="00F54682" w:rsidRPr="003F63A3">
        <w:rPr>
          <w:sz w:val="28"/>
          <w:szCs w:val="28"/>
        </w:rPr>
        <w:t xml:space="preserve">                 </w:t>
      </w:r>
      <w:r w:rsidR="00550D47" w:rsidRPr="003F63A3">
        <w:rPr>
          <w:sz w:val="28"/>
          <w:szCs w:val="28"/>
        </w:rPr>
        <w:t xml:space="preserve">межбюджетных трансфертов </w:t>
      </w:r>
      <w:r w:rsidR="00217C7A" w:rsidRPr="003F63A3">
        <w:rPr>
          <w:sz w:val="28"/>
          <w:szCs w:val="28"/>
        </w:rPr>
        <w:t>из областного бюджета</w:t>
      </w:r>
      <w:r w:rsidR="00C06F94" w:rsidRPr="003F63A3">
        <w:rPr>
          <w:sz w:val="28"/>
          <w:szCs w:val="28"/>
        </w:rPr>
        <w:t xml:space="preserve"> </w:t>
      </w:r>
      <w:r w:rsidR="00C06F94" w:rsidRPr="00D95A41">
        <w:rPr>
          <w:sz w:val="28"/>
          <w:szCs w:val="28"/>
        </w:rPr>
        <w:t>на</w:t>
      </w:r>
      <w:r w:rsidR="009F4F6E" w:rsidRPr="00D95A41">
        <w:rPr>
          <w:sz w:val="28"/>
          <w:szCs w:val="28"/>
        </w:rPr>
        <w:t xml:space="preserve"> </w:t>
      </w:r>
      <w:r w:rsidR="00E632EF" w:rsidRPr="00E632EF">
        <w:rPr>
          <w:sz w:val="28"/>
          <w:szCs w:val="28"/>
        </w:rPr>
        <w:t>1034</w:t>
      </w:r>
      <w:r w:rsidR="009F4F6E" w:rsidRPr="00E632EF">
        <w:rPr>
          <w:sz w:val="28"/>
          <w:szCs w:val="28"/>
        </w:rPr>
        <w:t xml:space="preserve"> </w:t>
      </w:r>
      <w:r w:rsidR="009F4F6E" w:rsidRPr="00D95A41">
        <w:rPr>
          <w:sz w:val="28"/>
          <w:szCs w:val="28"/>
        </w:rPr>
        <w:t>л</w:t>
      </w:r>
      <w:r w:rsidR="00A5036A" w:rsidRPr="00D95A41">
        <w:rPr>
          <w:sz w:val="28"/>
          <w:szCs w:val="28"/>
        </w:rPr>
        <w:t>.</w:t>
      </w:r>
      <w:r w:rsidR="009F4F6E" w:rsidRPr="00D95A41">
        <w:rPr>
          <w:sz w:val="28"/>
          <w:szCs w:val="28"/>
        </w:rPr>
        <w:t xml:space="preserve"> </w:t>
      </w:r>
      <w:r w:rsidR="009F4F6E" w:rsidRPr="003F63A3">
        <w:rPr>
          <w:sz w:val="28"/>
          <w:szCs w:val="28"/>
        </w:rPr>
        <w:t>в 1 экз.</w:t>
      </w:r>
    </w:p>
    <w:p w:rsidR="0097394A" w:rsidRPr="003F63A3" w:rsidRDefault="00356E9C" w:rsidP="00B75D14">
      <w:pPr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9</w:t>
      </w:r>
      <w:r w:rsidR="0097394A" w:rsidRPr="003F63A3">
        <w:rPr>
          <w:b/>
          <w:sz w:val="28"/>
          <w:szCs w:val="28"/>
        </w:rPr>
        <w:t>.</w:t>
      </w:r>
      <w:r w:rsidR="0097394A" w:rsidRPr="003F63A3">
        <w:rPr>
          <w:sz w:val="28"/>
          <w:szCs w:val="28"/>
        </w:rPr>
        <w:t xml:space="preserve"> </w:t>
      </w:r>
      <w:r w:rsidR="00AC59FF" w:rsidRPr="003F63A3">
        <w:rPr>
          <w:sz w:val="28"/>
          <w:szCs w:val="28"/>
        </w:rPr>
        <w:t xml:space="preserve">Паспорта государственных программ Ярославской области </w:t>
      </w:r>
      <w:r w:rsidR="00AB53E8" w:rsidRPr="003F63A3">
        <w:rPr>
          <w:sz w:val="28"/>
          <w:szCs w:val="28"/>
        </w:rPr>
        <w:t>(</w:t>
      </w:r>
      <w:r w:rsidR="00AC59FF" w:rsidRPr="003F63A3">
        <w:rPr>
          <w:sz w:val="28"/>
          <w:szCs w:val="28"/>
        </w:rPr>
        <w:t>п</w:t>
      </w:r>
      <w:r w:rsidR="00E54C12" w:rsidRPr="003F63A3">
        <w:rPr>
          <w:sz w:val="28"/>
          <w:szCs w:val="28"/>
        </w:rPr>
        <w:t xml:space="preserve">роекты изменений в </w:t>
      </w:r>
      <w:r w:rsidR="00AB53E8" w:rsidRPr="003F63A3">
        <w:rPr>
          <w:sz w:val="28"/>
          <w:szCs w:val="28"/>
        </w:rPr>
        <w:t xml:space="preserve">указанные </w:t>
      </w:r>
      <w:r w:rsidR="00E54C12" w:rsidRPr="003F63A3">
        <w:rPr>
          <w:sz w:val="28"/>
          <w:szCs w:val="28"/>
        </w:rPr>
        <w:t>паспорта</w:t>
      </w:r>
      <w:r w:rsidR="00AB53E8" w:rsidRPr="003F63A3">
        <w:rPr>
          <w:sz w:val="28"/>
          <w:szCs w:val="28"/>
        </w:rPr>
        <w:t>)</w:t>
      </w:r>
      <w:r w:rsidR="00E54C12" w:rsidRPr="003F63A3">
        <w:rPr>
          <w:sz w:val="28"/>
          <w:szCs w:val="28"/>
        </w:rPr>
        <w:t xml:space="preserve"> </w:t>
      </w:r>
      <w:r w:rsidR="0097394A" w:rsidRPr="00E632EF">
        <w:rPr>
          <w:sz w:val="28"/>
          <w:szCs w:val="28"/>
        </w:rPr>
        <w:t xml:space="preserve">на </w:t>
      </w:r>
      <w:r w:rsidR="00E632EF" w:rsidRPr="00E632EF">
        <w:rPr>
          <w:sz w:val="28"/>
          <w:szCs w:val="28"/>
        </w:rPr>
        <w:t>175</w:t>
      </w:r>
      <w:r w:rsidR="0097394A" w:rsidRPr="00E632EF">
        <w:rPr>
          <w:sz w:val="28"/>
          <w:szCs w:val="28"/>
        </w:rPr>
        <w:t xml:space="preserve"> </w:t>
      </w:r>
      <w:r w:rsidR="0097394A" w:rsidRPr="003F63A3">
        <w:rPr>
          <w:sz w:val="28"/>
          <w:szCs w:val="28"/>
        </w:rPr>
        <w:t>л. в 1 экз</w:t>
      </w:r>
      <w:r w:rsidR="00B8768D" w:rsidRPr="003F63A3">
        <w:rPr>
          <w:sz w:val="28"/>
          <w:szCs w:val="28"/>
        </w:rPr>
        <w:t>.</w:t>
      </w:r>
    </w:p>
    <w:p w:rsidR="00E504DD" w:rsidRPr="001A4DCC" w:rsidRDefault="00356E9C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10</w:t>
      </w:r>
      <w:r w:rsidR="00BE6F2F" w:rsidRPr="003F63A3">
        <w:rPr>
          <w:b/>
          <w:sz w:val="28"/>
          <w:szCs w:val="28"/>
        </w:rPr>
        <w:t>.</w:t>
      </w:r>
      <w:r w:rsidR="00E504DD" w:rsidRPr="003F63A3">
        <w:rPr>
          <w:sz w:val="28"/>
          <w:szCs w:val="28"/>
        </w:rPr>
        <w:t xml:space="preserve"> </w:t>
      </w:r>
      <w:r w:rsidR="00007E4E" w:rsidRPr="003F63A3">
        <w:rPr>
          <w:sz w:val="28"/>
          <w:szCs w:val="28"/>
        </w:rPr>
        <w:t>Р</w:t>
      </w:r>
      <w:r w:rsidR="00E504DD" w:rsidRPr="003F63A3">
        <w:rPr>
          <w:sz w:val="28"/>
          <w:szCs w:val="28"/>
        </w:rPr>
        <w:t>еестр расходных обязательств</w:t>
      </w:r>
      <w:r w:rsidR="00445AD0" w:rsidRPr="003F63A3">
        <w:rPr>
          <w:sz w:val="28"/>
          <w:szCs w:val="28"/>
        </w:rPr>
        <w:t xml:space="preserve"> Ярославской област</w:t>
      </w:r>
      <w:r w:rsidR="00445AD0" w:rsidRPr="000C3A78">
        <w:rPr>
          <w:sz w:val="28"/>
          <w:szCs w:val="28"/>
        </w:rPr>
        <w:t>и</w:t>
      </w:r>
      <w:r w:rsidR="00F30B19" w:rsidRPr="000C3A78">
        <w:rPr>
          <w:sz w:val="28"/>
          <w:szCs w:val="28"/>
        </w:rPr>
        <w:t xml:space="preserve"> на </w:t>
      </w:r>
      <w:r w:rsidR="009C64AC">
        <w:rPr>
          <w:sz w:val="28"/>
          <w:szCs w:val="28"/>
        </w:rPr>
        <w:t>194</w:t>
      </w:r>
      <w:r w:rsidR="00F30B19" w:rsidRPr="006604BF">
        <w:rPr>
          <w:sz w:val="28"/>
          <w:szCs w:val="28"/>
        </w:rPr>
        <w:t xml:space="preserve"> </w:t>
      </w:r>
      <w:r w:rsidR="00F30B19" w:rsidRPr="000C3A78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0C3A78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1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П</w:t>
      </w:r>
      <w:r w:rsidR="00E504DD" w:rsidRPr="001A4DCC">
        <w:rPr>
          <w:sz w:val="28"/>
          <w:szCs w:val="28"/>
        </w:rPr>
        <w:t xml:space="preserve">еречень публичных </w:t>
      </w:r>
      <w:r w:rsidR="00E504DD" w:rsidRPr="009C24AC">
        <w:rPr>
          <w:sz w:val="28"/>
          <w:szCs w:val="28"/>
        </w:rPr>
        <w:t>нормативных обязательств</w:t>
      </w:r>
      <w:r w:rsidR="0008434F" w:rsidRPr="009C24AC">
        <w:rPr>
          <w:sz w:val="28"/>
          <w:szCs w:val="28"/>
        </w:rPr>
        <w:t xml:space="preserve"> Ярославской обл</w:t>
      </w:r>
      <w:r w:rsidR="0008434F" w:rsidRPr="009C24AC">
        <w:rPr>
          <w:sz w:val="28"/>
          <w:szCs w:val="28"/>
        </w:rPr>
        <w:t>а</w:t>
      </w:r>
      <w:r w:rsidR="0008434F" w:rsidRPr="009C24AC">
        <w:rPr>
          <w:sz w:val="28"/>
          <w:szCs w:val="28"/>
        </w:rPr>
        <w:t xml:space="preserve">сти </w:t>
      </w:r>
      <w:r w:rsidR="00EA238F" w:rsidRPr="009C24AC">
        <w:rPr>
          <w:sz w:val="28"/>
          <w:szCs w:val="28"/>
        </w:rPr>
        <w:t>на 20</w:t>
      </w:r>
      <w:r w:rsidR="00452584" w:rsidRPr="009C24AC">
        <w:rPr>
          <w:sz w:val="28"/>
          <w:szCs w:val="28"/>
        </w:rPr>
        <w:t>2</w:t>
      </w:r>
      <w:r w:rsidR="00E33EE0" w:rsidRPr="009C24AC">
        <w:rPr>
          <w:sz w:val="28"/>
          <w:szCs w:val="28"/>
        </w:rPr>
        <w:t>2</w:t>
      </w:r>
      <w:r w:rsidR="00EA238F" w:rsidRPr="009C24AC">
        <w:rPr>
          <w:sz w:val="28"/>
          <w:szCs w:val="28"/>
        </w:rPr>
        <w:t xml:space="preserve"> год и на плановый период 20</w:t>
      </w:r>
      <w:r w:rsidR="005B2519" w:rsidRPr="009C24AC">
        <w:rPr>
          <w:sz w:val="28"/>
          <w:szCs w:val="28"/>
        </w:rPr>
        <w:t>2</w:t>
      </w:r>
      <w:r w:rsidR="00E33EE0" w:rsidRPr="009C24AC">
        <w:rPr>
          <w:sz w:val="28"/>
          <w:szCs w:val="28"/>
        </w:rPr>
        <w:t>3</w:t>
      </w:r>
      <w:r w:rsidR="00EA238F" w:rsidRPr="009C24AC">
        <w:rPr>
          <w:sz w:val="28"/>
          <w:szCs w:val="28"/>
        </w:rPr>
        <w:t xml:space="preserve"> и 20</w:t>
      </w:r>
      <w:r w:rsidR="00931085" w:rsidRPr="009C24AC">
        <w:rPr>
          <w:sz w:val="28"/>
          <w:szCs w:val="28"/>
        </w:rPr>
        <w:t>2</w:t>
      </w:r>
      <w:r w:rsidR="00E33EE0" w:rsidRPr="009C24AC">
        <w:rPr>
          <w:sz w:val="28"/>
          <w:szCs w:val="28"/>
        </w:rPr>
        <w:t>4</w:t>
      </w:r>
      <w:r w:rsidR="00EA238F" w:rsidRPr="009C24AC">
        <w:rPr>
          <w:sz w:val="28"/>
          <w:szCs w:val="28"/>
        </w:rPr>
        <w:t xml:space="preserve"> годов </w:t>
      </w:r>
      <w:r w:rsidR="00F30B19" w:rsidRPr="009C24AC">
        <w:rPr>
          <w:sz w:val="28"/>
          <w:szCs w:val="28"/>
        </w:rPr>
        <w:t xml:space="preserve">на </w:t>
      </w:r>
      <w:r w:rsidR="000B0221" w:rsidRPr="009C24AC">
        <w:rPr>
          <w:sz w:val="28"/>
          <w:szCs w:val="28"/>
        </w:rPr>
        <w:t>4</w:t>
      </w:r>
      <w:r w:rsidR="00F30B19" w:rsidRPr="009C24AC">
        <w:rPr>
          <w:sz w:val="28"/>
          <w:szCs w:val="28"/>
        </w:rPr>
        <w:t xml:space="preserve"> л. в 1 экз</w:t>
      </w:r>
      <w:r w:rsidR="00F30B19" w:rsidRPr="001A4DCC">
        <w:rPr>
          <w:sz w:val="28"/>
          <w:szCs w:val="28"/>
        </w:rPr>
        <w:t>.</w:t>
      </w:r>
    </w:p>
    <w:p w:rsidR="00E504DD" w:rsidRPr="003C27C3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356E9C" w:rsidRPr="000C01B7">
        <w:rPr>
          <w:b/>
          <w:sz w:val="28"/>
          <w:szCs w:val="28"/>
        </w:rPr>
        <w:t>2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ожидаемого исполнения областного бюджета </w:t>
      </w:r>
      <w:r w:rsidR="008C5106" w:rsidRPr="003C27C3">
        <w:rPr>
          <w:sz w:val="28"/>
          <w:szCs w:val="28"/>
        </w:rPr>
        <w:t>з</w:t>
      </w:r>
      <w:r w:rsidR="00E504DD" w:rsidRPr="003C27C3">
        <w:rPr>
          <w:sz w:val="28"/>
          <w:szCs w:val="28"/>
        </w:rPr>
        <w:t xml:space="preserve">а </w:t>
      </w:r>
      <w:r w:rsidR="008C5106" w:rsidRPr="004546E3">
        <w:rPr>
          <w:sz w:val="28"/>
          <w:szCs w:val="28"/>
        </w:rPr>
        <w:t>20</w:t>
      </w:r>
      <w:r w:rsidR="002B5181">
        <w:rPr>
          <w:sz w:val="28"/>
          <w:szCs w:val="28"/>
        </w:rPr>
        <w:t>2</w:t>
      </w:r>
      <w:r w:rsidR="00E33EE0">
        <w:rPr>
          <w:sz w:val="28"/>
          <w:szCs w:val="28"/>
        </w:rPr>
        <w:t>1</w:t>
      </w:r>
      <w:r w:rsidR="008C5106" w:rsidRPr="004546E3">
        <w:rPr>
          <w:sz w:val="28"/>
          <w:szCs w:val="28"/>
        </w:rPr>
        <w:t xml:space="preserve"> год </w:t>
      </w:r>
      <w:r w:rsidR="00E504DD" w:rsidRPr="004546E3">
        <w:rPr>
          <w:sz w:val="28"/>
          <w:szCs w:val="28"/>
        </w:rPr>
        <w:t>по основным видам налоговых и неналоговых поступлений с пояснениями и расходов по государственным программам Ярославской области</w:t>
      </w:r>
      <w:r w:rsidR="00F30B19" w:rsidRPr="004546E3">
        <w:rPr>
          <w:sz w:val="28"/>
          <w:szCs w:val="28"/>
        </w:rPr>
        <w:t xml:space="preserve"> </w:t>
      </w:r>
      <w:r w:rsidR="00F30B19" w:rsidRPr="00C35221">
        <w:rPr>
          <w:sz w:val="28"/>
          <w:szCs w:val="28"/>
        </w:rPr>
        <w:t xml:space="preserve">на </w:t>
      </w:r>
      <w:r w:rsidR="00C35221" w:rsidRPr="00C35221">
        <w:rPr>
          <w:sz w:val="28"/>
          <w:szCs w:val="28"/>
        </w:rPr>
        <w:t>5</w:t>
      </w:r>
      <w:r w:rsidR="00F30B19" w:rsidRPr="00C35221">
        <w:rPr>
          <w:sz w:val="28"/>
          <w:szCs w:val="28"/>
        </w:rPr>
        <w:t xml:space="preserve"> </w:t>
      </w:r>
      <w:r w:rsidR="00F30B19" w:rsidRPr="003C27C3">
        <w:rPr>
          <w:sz w:val="28"/>
          <w:szCs w:val="28"/>
        </w:rPr>
        <w:t>л. в 1</w:t>
      </w:r>
      <w:r w:rsidR="00E75101" w:rsidRPr="003C27C3">
        <w:rPr>
          <w:sz w:val="28"/>
          <w:szCs w:val="28"/>
        </w:rPr>
        <w:t> </w:t>
      </w:r>
      <w:r w:rsidR="00F30B19" w:rsidRPr="003C27C3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3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>асчеты по налоговым доходам областного бюджета по основным налогам и расчеты по неналоговым доходам областного бюджета</w:t>
      </w:r>
      <w:r w:rsidR="00F30B19" w:rsidRPr="001A4DCC">
        <w:rPr>
          <w:sz w:val="28"/>
          <w:szCs w:val="28"/>
        </w:rPr>
        <w:t xml:space="preserve"> </w:t>
      </w:r>
      <w:r w:rsidR="006A2E37">
        <w:rPr>
          <w:sz w:val="28"/>
          <w:szCs w:val="28"/>
        </w:rPr>
        <w:t xml:space="preserve">на </w:t>
      </w:r>
      <w:r w:rsidR="00D44BDB" w:rsidRPr="001A4DCC">
        <w:rPr>
          <w:sz w:val="28"/>
          <w:szCs w:val="28"/>
        </w:rPr>
        <w:t>20</w:t>
      </w:r>
      <w:r w:rsidR="00452584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D44BDB" w:rsidRPr="001A4DC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E33EE0">
        <w:rPr>
          <w:sz w:val="28"/>
          <w:szCs w:val="28"/>
        </w:rPr>
        <w:t>3</w:t>
      </w:r>
      <w:r w:rsidR="00D44BDB" w:rsidRPr="001A4DCC">
        <w:rPr>
          <w:sz w:val="28"/>
          <w:szCs w:val="28"/>
        </w:rPr>
        <w:t xml:space="preserve"> и 20</w:t>
      </w:r>
      <w:r w:rsidR="00931085">
        <w:rPr>
          <w:sz w:val="28"/>
          <w:szCs w:val="28"/>
        </w:rPr>
        <w:t>2</w:t>
      </w:r>
      <w:r w:rsidR="00E33EE0">
        <w:rPr>
          <w:sz w:val="28"/>
          <w:szCs w:val="28"/>
        </w:rPr>
        <w:t>4</w:t>
      </w:r>
      <w:r w:rsidR="00D44BDB" w:rsidRPr="001A4DCC">
        <w:rPr>
          <w:sz w:val="28"/>
          <w:szCs w:val="28"/>
        </w:rPr>
        <w:t xml:space="preserve"> год</w:t>
      </w:r>
      <w:r w:rsidR="00D73886" w:rsidRPr="001A4DCC">
        <w:rPr>
          <w:sz w:val="28"/>
          <w:szCs w:val="28"/>
        </w:rPr>
        <w:t>ов</w:t>
      </w:r>
      <w:r w:rsidR="00D44BDB" w:rsidRPr="001A4DCC">
        <w:rPr>
          <w:sz w:val="28"/>
          <w:szCs w:val="28"/>
        </w:rPr>
        <w:t xml:space="preserve"> </w:t>
      </w:r>
      <w:r w:rsidR="00F30B19" w:rsidRPr="004B4B89">
        <w:rPr>
          <w:sz w:val="28"/>
          <w:szCs w:val="28"/>
        </w:rPr>
        <w:t xml:space="preserve">на </w:t>
      </w:r>
      <w:r w:rsidR="004B4B89" w:rsidRPr="004B4B89">
        <w:rPr>
          <w:sz w:val="28"/>
          <w:szCs w:val="28"/>
        </w:rPr>
        <w:t>10</w:t>
      </w:r>
      <w:r w:rsidR="007B7914" w:rsidRPr="004B4B89">
        <w:rPr>
          <w:sz w:val="28"/>
          <w:szCs w:val="28"/>
        </w:rPr>
        <w:t xml:space="preserve"> </w:t>
      </w:r>
      <w:r w:rsidR="00F30B19" w:rsidRPr="004B4B89">
        <w:rPr>
          <w:sz w:val="28"/>
          <w:szCs w:val="28"/>
        </w:rPr>
        <w:t xml:space="preserve">л. </w:t>
      </w:r>
      <w:r w:rsidR="00F30B19" w:rsidRPr="001A4DCC">
        <w:rPr>
          <w:sz w:val="28"/>
          <w:szCs w:val="28"/>
        </w:rPr>
        <w:t>в 1</w:t>
      </w:r>
      <w:r w:rsidR="00E75101" w:rsidRPr="001A4DCC">
        <w:rPr>
          <w:sz w:val="28"/>
          <w:szCs w:val="28"/>
        </w:rPr>
        <w:t> </w:t>
      </w:r>
      <w:r w:rsidR="00F30B19" w:rsidRPr="001A4DCC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lastRenderedPageBreak/>
        <w:t>1</w:t>
      </w:r>
      <w:r w:rsidR="00356E9C" w:rsidRPr="001A4DCC">
        <w:rPr>
          <w:b/>
          <w:sz w:val="28"/>
          <w:szCs w:val="28"/>
        </w:rPr>
        <w:t>4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О</w:t>
      </w:r>
      <w:r w:rsidR="00E504DD" w:rsidRPr="001A4DCC">
        <w:rPr>
          <w:sz w:val="28"/>
          <w:szCs w:val="28"/>
        </w:rPr>
        <w:t xml:space="preserve">бъем бюджетных ассигнований дорожного фонда Ярославской </w:t>
      </w:r>
      <w:r w:rsidR="00F54682">
        <w:rPr>
          <w:sz w:val="28"/>
          <w:szCs w:val="28"/>
        </w:rPr>
        <w:t xml:space="preserve">   </w:t>
      </w:r>
      <w:r w:rsidR="00E504DD" w:rsidRPr="001A4DCC">
        <w:rPr>
          <w:sz w:val="28"/>
          <w:szCs w:val="28"/>
        </w:rPr>
        <w:t xml:space="preserve">области с указанием сумм прогнозируемых доходных источников </w:t>
      </w:r>
      <w:r w:rsidR="00F54682">
        <w:rPr>
          <w:sz w:val="28"/>
          <w:szCs w:val="28"/>
        </w:rPr>
        <w:t xml:space="preserve">            </w:t>
      </w:r>
      <w:r w:rsidR="00E504DD" w:rsidRPr="001A4DCC">
        <w:rPr>
          <w:sz w:val="28"/>
          <w:szCs w:val="28"/>
        </w:rPr>
        <w:t>формирования указанного фонда и направлений его использования</w:t>
      </w:r>
      <w:r w:rsidR="00F30B19" w:rsidRPr="001A4DCC">
        <w:rPr>
          <w:sz w:val="28"/>
          <w:szCs w:val="28"/>
        </w:rPr>
        <w:t xml:space="preserve"> на </w:t>
      </w:r>
      <w:r w:rsidR="00EB3334" w:rsidRPr="00FC44C4">
        <w:rPr>
          <w:sz w:val="28"/>
          <w:szCs w:val="28"/>
        </w:rPr>
        <w:t>2</w:t>
      </w:r>
      <w:r w:rsidR="00F30B19" w:rsidRPr="001A4DCC">
        <w:rPr>
          <w:sz w:val="28"/>
          <w:szCs w:val="28"/>
        </w:rPr>
        <w:t xml:space="preserve"> л. </w:t>
      </w:r>
      <w:r w:rsidR="005B2519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5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 xml:space="preserve">асчеты по статьям источников финансирования дефицита </w:t>
      </w:r>
      <w:r w:rsidR="00F54682">
        <w:rPr>
          <w:sz w:val="28"/>
          <w:szCs w:val="28"/>
        </w:rPr>
        <w:t xml:space="preserve">            </w:t>
      </w:r>
      <w:r w:rsidR="00E504DD" w:rsidRPr="001A4DCC">
        <w:rPr>
          <w:sz w:val="28"/>
          <w:szCs w:val="28"/>
        </w:rPr>
        <w:t xml:space="preserve">областного бюджета </w:t>
      </w:r>
      <w:r w:rsidR="00B870B0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B870B0" w:rsidRPr="001A4DCC">
        <w:rPr>
          <w:sz w:val="28"/>
          <w:szCs w:val="28"/>
        </w:rPr>
        <w:t xml:space="preserve"> год </w:t>
      </w:r>
      <w:r w:rsidR="00490A87">
        <w:rPr>
          <w:sz w:val="28"/>
          <w:szCs w:val="28"/>
        </w:rPr>
        <w:t>и на плановый период 202</w:t>
      </w:r>
      <w:r w:rsidR="00E33EE0">
        <w:rPr>
          <w:sz w:val="28"/>
          <w:szCs w:val="28"/>
        </w:rPr>
        <w:t>3</w:t>
      </w:r>
      <w:r w:rsidR="00490A87">
        <w:rPr>
          <w:sz w:val="28"/>
          <w:szCs w:val="28"/>
        </w:rPr>
        <w:t xml:space="preserve"> и 202</w:t>
      </w:r>
      <w:r w:rsidR="00E33EE0">
        <w:rPr>
          <w:sz w:val="28"/>
          <w:szCs w:val="28"/>
        </w:rPr>
        <w:t>4</w:t>
      </w:r>
      <w:r w:rsidR="00490A87">
        <w:rPr>
          <w:sz w:val="28"/>
          <w:szCs w:val="28"/>
        </w:rPr>
        <w:t xml:space="preserve"> годов </w:t>
      </w:r>
      <w:r w:rsidR="00E504DD" w:rsidRPr="001A4DCC">
        <w:rPr>
          <w:sz w:val="28"/>
          <w:szCs w:val="28"/>
        </w:rPr>
        <w:t>за счет продажи ценных бумаг</w:t>
      </w:r>
      <w:r w:rsidR="00F30B19" w:rsidRPr="001A4DCC">
        <w:rPr>
          <w:sz w:val="28"/>
          <w:szCs w:val="28"/>
        </w:rPr>
        <w:t xml:space="preserve"> на </w:t>
      </w:r>
      <w:r w:rsidR="006B4811" w:rsidRPr="005F07DD">
        <w:rPr>
          <w:sz w:val="28"/>
          <w:szCs w:val="28"/>
        </w:rPr>
        <w:t>1</w:t>
      </w:r>
      <w:r w:rsidR="00F30B19" w:rsidRPr="005F07DD">
        <w:rPr>
          <w:sz w:val="28"/>
          <w:szCs w:val="28"/>
        </w:rPr>
        <w:t xml:space="preserve"> л</w:t>
      </w:r>
      <w:r w:rsidR="00F30B19" w:rsidRPr="001A4DCC">
        <w:rPr>
          <w:sz w:val="28"/>
          <w:szCs w:val="28"/>
        </w:rPr>
        <w:t>. 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356E9C" w:rsidRPr="000C01B7">
        <w:rPr>
          <w:b/>
          <w:sz w:val="28"/>
          <w:szCs w:val="28"/>
        </w:rPr>
        <w:t>6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потерь областного бюджета от предоставления налоговых льгот </w:t>
      </w:r>
      <w:r w:rsidR="00CE013F" w:rsidRPr="009624D2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CE013F" w:rsidRPr="009624D2">
        <w:rPr>
          <w:sz w:val="28"/>
          <w:szCs w:val="28"/>
        </w:rPr>
        <w:t xml:space="preserve"> год </w:t>
      </w:r>
      <w:r w:rsidR="00E504DD" w:rsidRPr="003C27C3">
        <w:rPr>
          <w:sz w:val="28"/>
          <w:szCs w:val="28"/>
        </w:rPr>
        <w:t xml:space="preserve">и информация </w:t>
      </w:r>
      <w:r w:rsidR="002A751E" w:rsidRPr="003C27C3">
        <w:rPr>
          <w:sz w:val="28"/>
          <w:szCs w:val="28"/>
        </w:rPr>
        <w:t xml:space="preserve">налоговых органов </w:t>
      </w:r>
      <w:r w:rsidR="00E504DD" w:rsidRPr="003C27C3">
        <w:rPr>
          <w:sz w:val="28"/>
          <w:szCs w:val="28"/>
        </w:rPr>
        <w:t xml:space="preserve">о недоимке по уплате налогов </w:t>
      </w:r>
      <w:r w:rsidR="00F30B19" w:rsidRPr="003C27C3">
        <w:rPr>
          <w:sz w:val="28"/>
          <w:szCs w:val="28"/>
        </w:rPr>
        <w:t xml:space="preserve">на </w:t>
      </w:r>
      <w:r w:rsidR="001364AD" w:rsidRPr="001364AD">
        <w:rPr>
          <w:sz w:val="28"/>
          <w:szCs w:val="28"/>
        </w:rPr>
        <w:t>5</w:t>
      </w:r>
      <w:r w:rsidR="00F30B19" w:rsidRPr="001364AD">
        <w:rPr>
          <w:sz w:val="28"/>
          <w:szCs w:val="28"/>
        </w:rPr>
        <w:t xml:space="preserve"> л</w:t>
      </w:r>
      <w:r w:rsidR="00F30B19" w:rsidRPr="003C27C3">
        <w:rPr>
          <w:sz w:val="28"/>
          <w:szCs w:val="28"/>
        </w:rPr>
        <w:t>. 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7</w:t>
      </w:r>
      <w:r w:rsidR="00BE6F2F" w:rsidRPr="001A4DCC">
        <w:rPr>
          <w:b/>
          <w:sz w:val="28"/>
          <w:szCs w:val="28"/>
        </w:rPr>
        <w:t>.</w:t>
      </w:r>
      <w:r w:rsidR="00F435FB"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</w:t>
      </w:r>
      <w:r w:rsidR="00A241CD" w:rsidRPr="00A241CD">
        <w:rPr>
          <w:sz w:val="28"/>
          <w:szCs w:val="28"/>
        </w:rPr>
        <w:t>и</w:t>
      </w:r>
      <w:r w:rsidR="00A241CD" w:rsidRPr="00A241CD">
        <w:rPr>
          <w:sz w:val="28"/>
          <w:szCs w:val="28"/>
        </w:rPr>
        <w:t>жимого имущества, планируемых к финансированию за счет средств облас</w:t>
      </w:r>
      <w:r w:rsidR="00A241CD" w:rsidRPr="00A241CD">
        <w:rPr>
          <w:sz w:val="28"/>
          <w:szCs w:val="28"/>
        </w:rPr>
        <w:t>т</w:t>
      </w:r>
      <w:r w:rsidR="00A241CD" w:rsidRPr="00A241CD">
        <w:rPr>
          <w:sz w:val="28"/>
          <w:szCs w:val="28"/>
        </w:rPr>
        <w:t>ного бюджета, федерального бюджета и иных источников в рамках адресной инвестиционной программы Ярославской области</w:t>
      </w:r>
      <w:r w:rsidR="00A241CD">
        <w:rPr>
          <w:sz w:val="28"/>
          <w:szCs w:val="28"/>
        </w:rPr>
        <w:t xml:space="preserve"> </w:t>
      </w:r>
      <w:r w:rsidR="00CE013F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CE013F" w:rsidRPr="001A4DCC">
        <w:rPr>
          <w:sz w:val="28"/>
          <w:szCs w:val="28"/>
        </w:rPr>
        <w:t xml:space="preserve"> </w:t>
      </w:r>
      <w:r w:rsidR="00B6552E" w:rsidRPr="001A4DCC">
        <w:rPr>
          <w:sz w:val="28"/>
          <w:szCs w:val="28"/>
        </w:rPr>
        <w:t>год</w:t>
      </w:r>
      <w:r w:rsidR="00CE013F" w:rsidRPr="001A4DCC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на </w:t>
      </w:r>
      <w:r w:rsidR="009C762B">
        <w:rPr>
          <w:sz w:val="28"/>
          <w:szCs w:val="28"/>
        </w:rPr>
        <w:t>26</w:t>
      </w:r>
      <w:r w:rsidR="00F30B19" w:rsidRPr="001A4DCC">
        <w:rPr>
          <w:sz w:val="28"/>
          <w:szCs w:val="28"/>
        </w:rPr>
        <w:t xml:space="preserve"> л. </w:t>
      </w:r>
      <w:r w:rsidR="00A241CD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B6552E" w:rsidRPr="001A4DCC" w:rsidRDefault="00B6552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18.</w:t>
      </w:r>
      <w:r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</w:t>
      </w:r>
      <w:r w:rsidR="00A241CD" w:rsidRPr="00A241CD">
        <w:rPr>
          <w:sz w:val="28"/>
          <w:szCs w:val="28"/>
        </w:rPr>
        <w:t>и</w:t>
      </w:r>
      <w:r w:rsidR="00A241CD" w:rsidRPr="00A241CD">
        <w:rPr>
          <w:sz w:val="28"/>
          <w:szCs w:val="28"/>
        </w:rPr>
        <w:t>жимого имущества, планируемых к финансированию за счет средств облас</w:t>
      </w:r>
      <w:r w:rsidR="00A241CD" w:rsidRPr="00A241CD">
        <w:rPr>
          <w:sz w:val="28"/>
          <w:szCs w:val="28"/>
        </w:rPr>
        <w:t>т</w:t>
      </w:r>
      <w:r w:rsidR="00A241CD" w:rsidRPr="00A241CD">
        <w:rPr>
          <w:sz w:val="28"/>
          <w:szCs w:val="28"/>
        </w:rPr>
        <w:t>ного бюджета, федерального бюджета и иных источников в рамках адресной инвестиционной программы Ярославской области</w:t>
      </w:r>
      <w:r w:rsidR="00A241CD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на 20</w:t>
      </w:r>
      <w:r w:rsidR="005B2519">
        <w:rPr>
          <w:sz w:val="28"/>
          <w:szCs w:val="28"/>
        </w:rPr>
        <w:t>2</w:t>
      </w:r>
      <w:r w:rsidR="00E33EE0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 и 20</w:t>
      </w:r>
      <w:r w:rsidR="00931085">
        <w:rPr>
          <w:sz w:val="28"/>
          <w:szCs w:val="28"/>
        </w:rPr>
        <w:t>2</w:t>
      </w:r>
      <w:r w:rsidR="00E33EE0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годы на </w:t>
      </w:r>
      <w:r w:rsidR="00A241CD">
        <w:rPr>
          <w:sz w:val="28"/>
          <w:szCs w:val="28"/>
        </w:rPr>
        <w:br/>
      </w:r>
      <w:r w:rsidR="00083A8F" w:rsidRPr="00083A8F">
        <w:rPr>
          <w:sz w:val="28"/>
          <w:szCs w:val="28"/>
        </w:rPr>
        <w:t>22</w:t>
      </w:r>
      <w:r w:rsidRPr="00083A8F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</w:t>
      </w:r>
    </w:p>
    <w:p w:rsidR="008122D1" w:rsidRPr="002A1500" w:rsidRDefault="008122D1" w:rsidP="00C62E82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C62E82">
        <w:rPr>
          <w:b/>
          <w:sz w:val="28"/>
          <w:szCs w:val="28"/>
        </w:rPr>
        <w:t>19</w:t>
      </w:r>
      <w:r w:rsidRPr="002A1500">
        <w:rPr>
          <w:b/>
          <w:sz w:val="28"/>
          <w:szCs w:val="28"/>
        </w:rPr>
        <w:t>.</w:t>
      </w:r>
      <w:r w:rsidRPr="002A1500">
        <w:rPr>
          <w:sz w:val="28"/>
          <w:szCs w:val="28"/>
        </w:rPr>
        <w:t xml:space="preserve"> </w:t>
      </w:r>
      <w:r w:rsidR="00A80956" w:rsidRPr="002A1500">
        <w:rPr>
          <w:sz w:val="28"/>
          <w:szCs w:val="28"/>
        </w:rPr>
        <w:t xml:space="preserve">Постановление Правительства </w:t>
      </w:r>
      <w:r w:rsidR="00980323" w:rsidRPr="002A1500">
        <w:rPr>
          <w:sz w:val="28"/>
          <w:szCs w:val="28"/>
        </w:rPr>
        <w:t xml:space="preserve">Ярославской </w:t>
      </w:r>
      <w:r w:rsidR="00A80956" w:rsidRPr="002A1500">
        <w:rPr>
          <w:sz w:val="28"/>
          <w:szCs w:val="28"/>
        </w:rPr>
        <w:t xml:space="preserve">области </w:t>
      </w:r>
      <w:r w:rsidR="00A80956" w:rsidRPr="002A13B1">
        <w:rPr>
          <w:sz w:val="28"/>
          <w:szCs w:val="28"/>
        </w:rPr>
        <w:t xml:space="preserve">от </w:t>
      </w:r>
      <w:r w:rsidR="00CF3A14" w:rsidRPr="002A13B1">
        <w:rPr>
          <w:sz w:val="28"/>
          <w:szCs w:val="28"/>
        </w:rPr>
        <w:t>05</w:t>
      </w:r>
      <w:r w:rsidR="00933CA5" w:rsidRPr="002A13B1">
        <w:rPr>
          <w:sz w:val="28"/>
          <w:szCs w:val="28"/>
        </w:rPr>
        <w:t>.</w:t>
      </w:r>
      <w:r w:rsidR="002A1500" w:rsidRPr="002A13B1">
        <w:rPr>
          <w:sz w:val="28"/>
          <w:szCs w:val="28"/>
        </w:rPr>
        <w:t>10</w:t>
      </w:r>
      <w:r w:rsidR="00933CA5" w:rsidRPr="002A13B1">
        <w:rPr>
          <w:sz w:val="28"/>
          <w:szCs w:val="28"/>
        </w:rPr>
        <w:t>.20</w:t>
      </w:r>
      <w:r w:rsidR="002A1500" w:rsidRPr="002A13B1">
        <w:rPr>
          <w:sz w:val="28"/>
          <w:szCs w:val="28"/>
        </w:rPr>
        <w:t>2</w:t>
      </w:r>
      <w:r w:rsidR="00CF3A14" w:rsidRPr="002A13B1">
        <w:rPr>
          <w:sz w:val="28"/>
          <w:szCs w:val="28"/>
        </w:rPr>
        <w:t>1</w:t>
      </w:r>
      <w:r w:rsidR="00A80956" w:rsidRPr="002A13B1">
        <w:rPr>
          <w:sz w:val="28"/>
          <w:szCs w:val="28"/>
        </w:rPr>
        <w:t xml:space="preserve"> </w:t>
      </w:r>
      <w:r w:rsidR="008514D7" w:rsidRPr="002A13B1">
        <w:rPr>
          <w:sz w:val="28"/>
          <w:szCs w:val="28"/>
        </w:rPr>
        <w:br/>
      </w:r>
      <w:r w:rsidR="00A80956" w:rsidRPr="002A13B1">
        <w:rPr>
          <w:sz w:val="28"/>
          <w:szCs w:val="28"/>
        </w:rPr>
        <w:t xml:space="preserve">№ </w:t>
      </w:r>
      <w:r w:rsidR="00CF3A14" w:rsidRPr="002A13B1">
        <w:rPr>
          <w:sz w:val="28"/>
          <w:szCs w:val="28"/>
        </w:rPr>
        <w:t>687</w:t>
      </w:r>
      <w:r w:rsidR="00A80956" w:rsidRPr="002A13B1">
        <w:rPr>
          <w:sz w:val="28"/>
          <w:szCs w:val="28"/>
        </w:rPr>
        <w:t>-п</w:t>
      </w:r>
      <w:r w:rsidR="001E646E" w:rsidRPr="002A13B1">
        <w:rPr>
          <w:sz w:val="28"/>
          <w:szCs w:val="28"/>
        </w:rPr>
        <w:t xml:space="preserve"> </w:t>
      </w:r>
      <w:r w:rsidR="00A80956" w:rsidRPr="002A13B1">
        <w:rPr>
          <w:sz w:val="28"/>
          <w:szCs w:val="28"/>
        </w:rPr>
        <w:t>«</w:t>
      </w:r>
      <w:r w:rsidR="00A80956" w:rsidRPr="002A1500">
        <w:rPr>
          <w:sz w:val="28"/>
          <w:szCs w:val="28"/>
        </w:rPr>
        <w:t xml:space="preserve">Об утверждении </w:t>
      </w:r>
      <w:r w:rsidR="00933CA5" w:rsidRPr="002A1500">
        <w:rPr>
          <w:sz w:val="28"/>
          <w:szCs w:val="28"/>
        </w:rPr>
        <w:t xml:space="preserve">основных направлений </w:t>
      </w:r>
      <w:r w:rsidR="00BF3A48" w:rsidRPr="002A1500">
        <w:rPr>
          <w:sz w:val="28"/>
          <w:szCs w:val="28"/>
        </w:rPr>
        <w:t xml:space="preserve">государственной </w:t>
      </w:r>
      <w:r w:rsidR="00A80956" w:rsidRPr="002A1500">
        <w:rPr>
          <w:sz w:val="28"/>
          <w:szCs w:val="28"/>
        </w:rPr>
        <w:t>д</w:t>
      </w:r>
      <w:r w:rsidRPr="002A1500">
        <w:rPr>
          <w:sz w:val="28"/>
          <w:szCs w:val="28"/>
        </w:rPr>
        <w:t>олго</w:t>
      </w:r>
      <w:r w:rsidR="00A80956" w:rsidRPr="002A1500">
        <w:rPr>
          <w:sz w:val="28"/>
          <w:szCs w:val="28"/>
        </w:rPr>
        <w:t>вой</w:t>
      </w:r>
      <w:r w:rsidRPr="002A1500">
        <w:rPr>
          <w:sz w:val="28"/>
          <w:szCs w:val="28"/>
        </w:rPr>
        <w:t xml:space="preserve"> полити</w:t>
      </w:r>
      <w:r w:rsidR="00A80956" w:rsidRPr="002A1500">
        <w:rPr>
          <w:sz w:val="28"/>
          <w:szCs w:val="28"/>
        </w:rPr>
        <w:t>ки</w:t>
      </w:r>
      <w:r w:rsidRPr="002A1500">
        <w:rPr>
          <w:sz w:val="28"/>
          <w:szCs w:val="28"/>
        </w:rPr>
        <w:t xml:space="preserve"> Ярославской области </w:t>
      </w:r>
      <w:r w:rsidR="00A80956" w:rsidRPr="002A1500">
        <w:rPr>
          <w:sz w:val="28"/>
          <w:szCs w:val="28"/>
        </w:rPr>
        <w:t>на 20</w:t>
      </w:r>
      <w:r w:rsidR="00B156F3" w:rsidRPr="002A1500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A80956" w:rsidRPr="002A1500">
        <w:rPr>
          <w:sz w:val="28"/>
          <w:szCs w:val="28"/>
        </w:rPr>
        <w:t xml:space="preserve"> год и на плановый период 20</w:t>
      </w:r>
      <w:r w:rsidR="005B2519" w:rsidRPr="002A1500">
        <w:rPr>
          <w:sz w:val="28"/>
          <w:szCs w:val="28"/>
        </w:rPr>
        <w:t>2</w:t>
      </w:r>
      <w:r w:rsidR="00E33EE0">
        <w:rPr>
          <w:sz w:val="28"/>
          <w:szCs w:val="28"/>
        </w:rPr>
        <w:t>3</w:t>
      </w:r>
      <w:r w:rsidR="00A80956" w:rsidRPr="002A1500">
        <w:rPr>
          <w:sz w:val="28"/>
          <w:szCs w:val="28"/>
        </w:rPr>
        <w:t xml:space="preserve"> и 202</w:t>
      </w:r>
      <w:r w:rsidR="00E33EE0">
        <w:rPr>
          <w:sz w:val="28"/>
          <w:szCs w:val="28"/>
        </w:rPr>
        <w:t>4</w:t>
      </w:r>
      <w:r w:rsidR="00A80956" w:rsidRPr="002A1500">
        <w:rPr>
          <w:sz w:val="28"/>
          <w:szCs w:val="28"/>
        </w:rPr>
        <w:t xml:space="preserve"> годов</w:t>
      </w:r>
      <w:r w:rsidR="00B90DEE" w:rsidRPr="002A1500">
        <w:rPr>
          <w:sz w:val="28"/>
          <w:szCs w:val="28"/>
        </w:rPr>
        <w:t>»</w:t>
      </w:r>
      <w:r w:rsidR="00A80956" w:rsidRPr="002A1500">
        <w:rPr>
          <w:sz w:val="28"/>
          <w:szCs w:val="28"/>
        </w:rPr>
        <w:t xml:space="preserve"> на </w:t>
      </w:r>
      <w:r w:rsidR="00D2484E" w:rsidRPr="00D2484E">
        <w:rPr>
          <w:sz w:val="28"/>
          <w:szCs w:val="28"/>
        </w:rPr>
        <w:t>8</w:t>
      </w:r>
      <w:r w:rsidR="00A760EC" w:rsidRPr="002A1500">
        <w:rPr>
          <w:sz w:val="28"/>
          <w:szCs w:val="28"/>
        </w:rPr>
        <w:t xml:space="preserve"> л. в 1 экз.</w:t>
      </w:r>
    </w:p>
    <w:p w:rsidR="0002410B" w:rsidRPr="003E6C24" w:rsidRDefault="008122D1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16738B" w:rsidRPr="001A4DCC">
        <w:rPr>
          <w:b/>
          <w:sz w:val="28"/>
          <w:szCs w:val="28"/>
        </w:rPr>
        <w:t>.</w:t>
      </w:r>
      <w:r w:rsidR="0016738B" w:rsidRPr="001A4DCC">
        <w:rPr>
          <w:sz w:val="28"/>
          <w:szCs w:val="28"/>
        </w:rPr>
        <w:t xml:space="preserve"> </w:t>
      </w:r>
      <w:r w:rsidR="0002410B" w:rsidRPr="001A4DCC">
        <w:rPr>
          <w:sz w:val="28"/>
          <w:szCs w:val="28"/>
        </w:rPr>
        <w:t xml:space="preserve">Реестр источников доходов </w:t>
      </w:r>
      <w:r w:rsidR="003E6C24">
        <w:rPr>
          <w:sz w:val="28"/>
          <w:szCs w:val="28"/>
        </w:rPr>
        <w:t>Ярославской области</w:t>
      </w:r>
      <w:r w:rsidR="0002410B" w:rsidRPr="001A4DCC">
        <w:rPr>
          <w:sz w:val="28"/>
          <w:szCs w:val="28"/>
        </w:rPr>
        <w:t xml:space="preserve"> </w:t>
      </w:r>
      <w:r w:rsidR="00A760EC" w:rsidRPr="00A760E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E33EE0">
        <w:rPr>
          <w:sz w:val="28"/>
          <w:szCs w:val="28"/>
        </w:rPr>
        <w:t>2</w:t>
      </w:r>
      <w:r w:rsidR="00A760EC" w:rsidRPr="00A760E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E33EE0">
        <w:rPr>
          <w:sz w:val="28"/>
          <w:szCs w:val="28"/>
        </w:rPr>
        <w:t>3</w:t>
      </w:r>
      <w:r w:rsidR="00A760EC" w:rsidRPr="00A760EC">
        <w:rPr>
          <w:sz w:val="28"/>
          <w:szCs w:val="28"/>
        </w:rPr>
        <w:t xml:space="preserve"> и 202</w:t>
      </w:r>
      <w:r w:rsidR="00E33EE0">
        <w:rPr>
          <w:sz w:val="28"/>
          <w:szCs w:val="28"/>
        </w:rPr>
        <w:t>4</w:t>
      </w:r>
      <w:r w:rsidR="00A760EC" w:rsidRPr="00A760EC">
        <w:rPr>
          <w:sz w:val="28"/>
          <w:szCs w:val="28"/>
        </w:rPr>
        <w:t xml:space="preserve"> годов </w:t>
      </w:r>
      <w:r w:rsidR="00A760EC" w:rsidRPr="00BF5EF0">
        <w:rPr>
          <w:sz w:val="28"/>
          <w:szCs w:val="28"/>
        </w:rPr>
        <w:t xml:space="preserve">на </w:t>
      </w:r>
      <w:r w:rsidR="00BF5EF0" w:rsidRPr="00BF5EF0">
        <w:rPr>
          <w:sz w:val="28"/>
          <w:szCs w:val="28"/>
        </w:rPr>
        <w:t>52</w:t>
      </w:r>
      <w:r w:rsidR="00A760EC" w:rsidRPr="00BF5EF0">
        <w:rPr>
          <w:sz w:val="28"/>
          <w:szCs w:val="28"/>
        </w:rPr>
        <w:t xml:space="preserve"> </w:t>
      </w:r>
      <w:r w:rsidR="00A760EC" w:rsidRPr="003E6C24">
        <w:rPr>
          <w:sz w:val="28"/>
          <w:szCs w:val="28"/>
        </w:rPr>
        <w:t>л. в 1 экз.</w:t>
      </w:r>
    </w:p>
    <w:p w:rsidR="00745B06" w:rsidRDefault="00745B06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E6C24">
        <w:rPr>
          <w:b/>
          <w:sz w:val="28"/>
          <w:szCs w:val="28"/>
        </w:rPr>
        <w:t>21.</w:t>
      </w:r>
      <w:r w:rsidRPr="003E6C24">
        <w:rPr>
          <w:sz w:val="28"/>
          <w:szCs w:val="28"/>
        </w:rPr>
        <w:t xml:space="preserve"> Верхний предел государственного внутреннего </w:t>
      </w:r>
      <w:r w:rsidRPr="00D647C4">
        <w:rPr>
          <w:sz w:val="28"/>
          <w:szCs w:val="28"/>
        </w:rPr>
        <w:t>долга Ярославской области на 1 января 202</w:t>
      </w:r>
      <w:r w:rsidR="00E33EE0">
        <w:rPr>
          <w:sz w:val="28"/>
          <w:szCs w:val="28"/>
        </w:rPr>
        <w:t>3</w:t>
      </w:r>
      <w:r w:rsidRPr="00D647C4">
        <w:rPr>
          <w:sz w:val="28"/>
          <w:szCs w:val="28"/>
        </w:rPr>
        <w:t xml:space="preserve"> года, на 1 января 202</w:t>
      </w:r>
      <w:r w:rsidR="00E33EE0">
        <w:rPr>
          <w:sz w:val="28"/>
          <w:szCs w:val="28"/>
        </w:rPr>
        <w:t>4</w:t>
      </w:r>
      <w:r w:rsidRPr="00D647C4">
        <w:rPr>
          <w:sz w:val="28"/>
          <w:szCs w:val="28"/>
        </w:rPr>
        <w:t xml:space="preserve"> года и на 1 января 202</w:t>
      </w:r>
      <w:r w:rsidR="00E33EE0">
        <w:rPr>
          <w:sz w:val="28"/>
          <w:szCs w:val="28"/>
        </w:rPr>
        <w:t>5</w:t>
      </w:r>
      <w:r w:rsidRPr="00D647C4">
        <w:rPr>
          <w:sz w:val="28"/>
          <w:szCs w:val="28"/>
        </w:rPr>
        <w:t xml:space="preserve"> года</w:t>
      </w:r>
      <w:r w:rsidR="00DE3975">
        <w:rPr>
          <w:sz w:val="28"/>
          <w:szCs w:val="28"/>
        </w:rPr>
        <w:t xml:space="preserve"> </w:t>
      </w:r>
      <w:r w:rsidR="00DE3975" w:rsidRPr="0017292C">
        <w:rPr>
          <w:sz w:val="28"/>
          <w:szCs w:val="28"/>
        </w:rPr>
        <w:t xml:space="preserve">на 1 л. </w:t>
      </w:r>
      <w:r w:rsidR="00DE3975" w:rsidRPr="003E6C24">
        <w:rPr>
          <w:sz w:val="28"/>
          <w:szCs w:val="28"/>
        </w:rPr>
        <w:t>в 1 экз</w:t>
      </w:r>
      <w:r w:rsidRPr="00D647C4">
        <w:rPr>
          <w:sz w:val="28"/>
          <w:szCs w:val="28"/>
        </w:rPr>
        <w:t>.</w:t>
      </w:r>
    </w:p>
    <w:p w:rsidR="003F63A3" w:rsidRPr="00D647C4" w:rsidRDefault="003F63A3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Pr="003F63A3">
        <w:rPr>
          <w:sz w:val="28"/>
          <w:szCs w:val="28"/>
        </w:rPr>
        <w:t xml:space="preserve">Письмо департамента финансов Ярославской </w:t>
      </w:r>
      <w:r w:rsidRPr="00743276">
        <w:rPr>
          <w:sz w:val="28"/>
          <w:szCs w:val="28"/>
        </w:rPr>
        <w:t xml:space="preserve">области от </w:t>
      </w:r>
      <w:r w:rsidR="002A13B1" w:rsidRPr="00743276">
        <w:rPr>
          <w:sz w:val="28"/>
          <w:szCs w:val="28"/>
        </w:rPr>
        <w:t>13</w:t>
      </w:r>
      <w:r w:rsidRPr="00743276">
        <w:rPr>
          <w:sz w:val="28"/>
          <w:szCs w:val="28"/>
        </w:rPr>
        <w:t>.</w:t>
      </w:r>
      <w:r w:rsidR="002A13B1" w:rsidRPr="00743276">
        <w:rPr>
          <w:sz w:val="28"/>
          <w:szCs w:val="28"/>
        </w:rPr>
        <w:t>10</w:t>
      </w:r>
      <w:r w:rsidRPr="00743276">
        <w:rPr>
          <w:sz w:val="28"/>
          <w:szCs w:val="28"/>
        </w:rPr>
        <w:t>.20</w:t>
      </w:r>
      <w:r w:rsidR="005905C6" w:rsidRPr="00743276">
        <w:rPr>
          <w:sz w:val="28"/>
          <w:szCs w:val="28"/>
        </w:rPr>
        <w:t>2</w:t>
      </w:r>
      <w:r w:rsidR="002A13B1" w:rsidRPr="00743276">
        <w:rPr>
          <w:sz w:val="28"/>
          <w:szCs w:val="28"/>
        </w:rPr>
        <w:t>1</w:t>
      </w:r>
      <w:r w:rsidRPr="00743276">
        <w:rPr>
          <w:sz w:val="28"/>
          <w:szCs w:val="28"/>
        </w:rPr>
        <w:t xml:space="preserve"> № ИХ.33-</w:t>
      </w:r>
      <w:r w:rsidR="005905C6" w:rsidRPr="00743276">
        <w:rPr>
          <w:sz w:val="28"/>
          <w:szCs w:val="28"/>
        </w:rPr>
        <w:t>3</w:t>
      </w:r>
      <w:r w:rsidR="002A13B1" w:rsidRPr="00743276">
        <w:rPr>
          <w:sz w:val="28"/>
          <w:szCs w:val="28"/>
        </w:rPr>
        <w:t>649</w:t>
      </w:r>
      <w:r w:rsidRPr="00743276">
        <w:rPr>
          <w:sz w:val="28"/>
          <w:szCs w:val="28"/>
        </w:rPr>
        <w:t>/</w:t>
      </w:r>
      <w:r w:rsidR="005905C6" w:rsidRPr="00743276">
        <w:rPr>
          <w:sz w:val="28"/>
          <w:szCs w:val="28"/>
        </w:rPr>
        <w:t>2</w:t>
      </w:r>
      <w:r w:rsidR="002A13B1" w:rsidRPr="00743276">
        <w:rPr>
          <w:sz w:val="28"/>
          <w:szCs w:val="28"/>
        </w:rPr>
        <w:t>1</w:t>
      </w:r>
      <w:r w:rsidRPr="00743276">
        <w:rPr>
          <w:sz w:val="28"/>
          <w:szCs w:val="28"/>
        </w:rPr>
        <w:t xml:space="preserve"> о направлен</w:t>
      </w:r>
      <w:r w:rsidRPr="005905C6">
        <w:rPr>
          <w:sz w:val="28"/>
          <w:szCs w:val="28"/>
        </w:rPr>
        <w:t>ии информации об объемах ассигнований на 202</w:t>
      </w:r>
      <w:r w:rsidR="00E33EE0">
        <w:rPr>
          <w:sz w:val="28"/>
          <w:szCs w:val="28"/>
        </w:rPr>
        <w:t>2</w:t>
      </w:r>
      <w:r w:rsidRPr="005905C6">
        <w:rPr>
          <w:sz w:val="28"/>
          <w:szCs w:val="28"/>
        </w:rPr>
        <w:t xml:space="preserve"> год на материально-техническое обеспечение деятельности мировых судей и оплату труда работников аппарата мировых судей </w:t>
      </w:r>
      <w:r w:rsidRPr="00C1472A">
        <w:rPr>
          <w:sz w:val="28"/>
          <w:szCs w:val="28"/>
        </w:rPr>
        <w:t xml:space="preserve">на </w:t>
      </w:r>
      <w:r w:rsidR="00C1472A" w:rsidRPr="00C1472A">
        <w:rPr>
          <w:sz w:val="28"/>
          <w:szCs w:val="28"/>
        </w:rPr>
        <w:t>4</w:t>
      </w:r>
      <w:r w:rsidRPr="00C1472A">
        <w:rPr>
          <w:sz w:val="28"/>
          <w:szCs w:val="28"/>
        </w:rPr>
        <w:t xml:space="preserve"> л. </w:t>
      </w:r>
      <w:r w:rsidRPr="003F63A3">
        <w:rPr>
          <w:sz w:val="28"/>
          <w:szCs w:val="28"/>
        </w:rPr>
        <w:t>в 1 экз.</w:t>
      </w:r>
    </w:p>
    <w:sectPr w:rsidR="003F63A3" w:rsidRPr="00D647C4" w:rsidSect="00154AF6">
      <w:headerReference w:type="even" r:id="rId8"/>
      <w:headerReference w:type="default" r:id="rId9"/>
      <w:pgSz w:w="11906" w:h="16838"/>
      <w:pgMar w:top="851" w:right="567" w:bottom="993" w:left="1134" w:header="709" w:footer="709" w:gutter="85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6DC" w:rsidRDefault="00C026DC">
      <w:r>
        <w:separator/>
      </w:r>
    </w:p>
  </w:endnote>
  <w:endnote w:type="continuationSeparator" w:id="0">
    <w:p w:rsidR="00C026DC" w:rsidRDefault="00C02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6DC" w:rsidRDefault="00C026DC">
      <w:r>
        <w:separator/>
      </w:r>
    </w:p>
  </w:footnote>
  <w:footnote w:type="continuationSeparator" w:id="0">
    <w:p w:rsidR="00C026DC" w:rsidRDefault="00C02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05B" w:rsidRDefault="009940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5A66">
      <w:rPr>
        <w:rStyle w:val="a7"/>
        <w:noProof/>
      </w:rPr>
      <w:t>4</w:t>
    </w:r>
    <w:r>
      <w:rPr>
        <w:rStyle w:val="a7"/>
      </w:rPr>
      <w:fldChar w:fldCharType="end"/>
    </w:r>
  </w:p>
  <w:p w:rsidR="0099405B" w:rsidRPr="00642614" w:rsidRDefault="0099405B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3D"/>
    <w:rsid w:val="00002352"/>
    <w:rsid w:val="000029FE"/>
    <w:rsid w:val="00003DAD"/>
    <w:rsid w:val="00006EE3"/>
    <w:rsid w:val="00007E4E"/>
    <w:rsid w:val="0001121F"/>
    <w:rsid w:val="00012861"/>
    <w:rsid w:val="00020B19"/>
    <w:rsid w:val="0002410B"/>
    <w:rsid w:val="00027A87"/>
    <w:rsid w:val="000311D1"/>
    <w:rsid w:val="00031D3F"/>
    <w:rsid w:val="000335E4"/>
    <w:rsid w:val="00033AFA"/>
    <w:rsid w:val="000376F4"/>
    <w:rsid w:val="00046039"/>
    <w:rsid w:val="00051C9F"/>
    <w:rsid w:val="00061F26"/>
    <w:rsid w:val="00064AB9"/>
    <w:rsid w:val="00066BEA"/>
    <w:rsid w:val="00066D5F"/>
    <w:rsid w:val="00067FCE"/>
    <w:rsid w:val="0007022A"/>
    <w:rsid w:val="000708A8"/>
    <w:rsid w:val="000723C1"/>
    <w:rsid w:val="000733C5"/>
    <w:rsid w:val="00073DBC"/>
    <w:rsid w:val="000757CF"/>
    <w:rsid w:val="00076AE6"/>
    <w:rsid w:val="00076AFA"/>
    <w:rsid w:val="00076DED"/>
    <w:rsid w:val="00077583"/>
    <w:rsid w:val="00077CAB"/>
    <w:rsid w:val="00080221"/>
    <w:rsid w:val="00083A8F"/>
    <w:rsid w:val="0008434F"/>
    <w:rsid w:val="00084457"/>
    <w:rsid w:val="000847C7"/>
    <w:rsid w:val="00085289"/>
    <w:rsid w:val="00085D42"/>
    <w:rsid w:val="0009406B"/>
    <w:rsid w:val="00094B9D"/>
    <w:rsid w:val="000950B7"/>
    <w:rsid w:val="0009522E"/>
    <w:rsid w:val="0009725B"/>
    <w:rsid w:val="00097785"/>
    <w:rsid w:val="000A294D"/>
    <w:rsid w:val="000A2AF8"/>
    <w:rsid w:val="000A3181"/>
    <w:rsid w:val="000A69E7"/>
    <w:rsid w:val="000B0221"/>
    <w:rsid w:val="000B41D0"/>
    <w:rsid w:val="000B78B6"/>
    <w:rsid w:val="000C01B7"/>
    <w:rsid w:val="000C0F7F"/>
    <w:rsid w:val="000C100A"/>
    <w:rsid w:val="000C196C"/>
    <w:rsid w:val="000C3A78"/>
    <w:rsid w:val="000C5089"/>
    <w:rsid w:val="000D154D"/>
    <w:rsid w:val="000D25FF"/>
    <w:rsid w:val="000D70B4"/>
    <w:rsid w:val="000D7FCF"/>
    <w:rsid w:val="000E02A3"/>
    <w:rsid w:val="000E0759"/>
    <w:rsid w:val="000E30FD"/>
    <w:rsid w:val="000E3FE1"/>
    <w:rsid w:val="000E48C6"/>
    <w:rsid w:val="000E5BD4"/>
    <w:rsid w:val="000E71D8"/>
    <w:rsid w:val="000E75B0"/>
    <w:rsid w:val="000F3738"/>
    <w:rsid w:val="000F4892"/>
    <w:rsid w:val="000F5683"/>
    <w:rsid w:val="000F7718"/>
    <w:rsid w:val="000F772F"/>
    <w:rsid w:val="00100EAA"/>
    <w:rsid w:val="00104ED2"/>
    <w:rsid w:val="00106264"/>
    <w:rsid w:val="00111595"/>
    <w:rsid w:val="001117AA"/>
    <w:rsid w:val="00115A11"/>
    <w:rsid w:val="00115CAE"/>
    <w:rsid w:val="00123F54"/>
    <w:rsid w:val="00124989"/>
    <w:rsid w:val="001257B5"/>
    <w:rsid w:val="001277A7"/>
    <w:rsid w:val="00134EFC"/>
    <w:rsid w:val="001364AD"/>
    <w:rsid w:val="00140CF7"/>
    <w:rsid w:val="001458C5"/>
    <w:rsid w:val="001473E8"/>
    <w:rsid w:val="00147519"/>
    <w:rsid w:val="001516AD"/>
    <w:rsid w:val="00154AF6"/>
    <w:rsid w:val="00155B8E"/>
    <w:rsid w:val="00156B21"/>
    <w:rsid w:val="00157409"/>
    <w:rsid w:val="00161B66"/>
    <w:rsid w:val="00162076"/>
    <w:rsid w:val="00163715"/>
    <w:rsid w:val="001644B4"/>
    <w:rsid w:val="00166A19"/>
    <w:rsid w:val="00166DE4"/>
    <w:rsid w:val="0016738B"/>
    <w:rsid w:val="00170187"/>
    <w:rsid w:val="00171A42"/>
    <w:rsid w:val="001720D3"/>
    <w:rsid w:val="0017292C"/>
    <w:rsid w:val="00172C58"/>
    <w:rsid w:val="001732EA"/>
    <w:rsid w:val="001750AD"/>
    <w:rsid w:val="00176AFE"/>
    <w:rsid w:val="0018007E"/>
    <w:rsid w:val="0018134A"/>
    <w:rsid w:val="00181B34"/>
    <w:rsid w:val="00182707"/>
    <w:rsid w:val="00183FDF"/>
    <w:rsid w:val="00184A2B"/>
    <w:rsid w:val="00184B25"/>
    <w:rsid w:val="00185975"/>
    <w:rsid w:val="001901A9"/>
    <w:rsid w:val="00196EE5"/>
    <w:rsid w:val="001A0FA8"/>
    <w:rsid w:val="001A3ECF"/>
    <w:rsid w:val="001A4DCC"/>
    <w:rsid w:val="001A4EA5"/>
    <w:rsid w:val="001A5C2C"/>
    <w:rsid w:val="001A6EEB"/>
    <w:rsid w:val="001B0E69"/>
    <w:rsid w:val="001B3062"/>
    <w:rsid w:val="001B3141"/>
    <w:rsid w:val="001B5DED"/>
    <w:rsid w:val="001B6814"/>
    <w:rsid w:val="001C304E"/>
    <w:rsid w:val="001C3587"/>
    <w:rsid w:val="001C44C0"/>
    <w:rsid w:val="001C6055"/>
    <w:rsid w:val="001D08E5"/>
    <w:rsid w:val="001D3D9E"/>
    <w:rsid w:val="001D51AA"/>
    <w:rsid w:val="001D648B"/>
    <w:rsid w:val="001D662A"/>
    <w:rsid w:val="001D67F9"/>
    <w:rsid w:val="001D6932"/>
    <w:rsid w:val="001D6B73"/>
    <w:rsid w:val="001E1992"/>
    <w:rsid w:val="001E6034"/>
    <w:rsid w:val="001E646E"/>
    <w:rsid w:val="001E779E"/>
    <w:rsid w:val="001F1C10"/>
    <w:rsid w:val="001F241F"/>
    <w:rsid w:val="001F3A0F"/>
    <w:rsid w:val="001F48CA"/>
    <w:rsid w:val="001F4B49"/>
    <w:rsid w:val="001F642F"/>
    <w:rsid w:val="002015B9"/>
    <w:rsid w:val="00201D3A"/>
    <w:rsid w:val="00203346"/>
    <w:rsid w:val="00203EF1"/>
    <w:rsid w:val="002040B4"/>
    <w:rsid w:val="00204F7C"/>
    <w:rsid w:val="0020649F"/>
    <w:rsid w:val="00206BFC"/>
    <w:rsid w:val="002071C6"/>
    <w:rsid w:val="00210E73"/>
    <w:rsid w:val="00212150"/>
    <w:rsid w:val="002147C6"/>
    <w:rsid w:val="0021557B"/>
    <w:rsid w:val="002164F1"/>
    <w:rsid w:val="00217C7A"/>
    <w:rsid w:val="002212F3"/>
    <w:rsid w:val="0022412A"/>
    <w:rsid w:val="00227C52"/>
    <w:rsid w:val="00237138"/>
    <w:rsid w:val="002377CF"/>
    <w:rsid w:val="0024158D"/>
    <w:rsid w:val="00242ED7"/>
    <w:rsid w:val="00243154"/>
    <w:rsid w:val="0024692A"/>
    <w:rsid w:val="00246B00"/>
    <w:rsid w:val="00251DF8"/>
    <w:rsid w:val="00252235"/>
    <w:rsid w:val="002523AB"/>
    <w:rsid w:val="00254732"/>
    <w:rsid w:val="00260A0B"/>
    <w:rsid w:val="002617EC"/>
    <w:rsid w:val="00261CC5"/>
    <w:rsid w:val="002650B3"/>
    <w:rsid w:val="00267258"/>
    <w:rsid w:val="00270123"/>
    <w:rsid w:val="00271516"/>
    <w:rsid w:val="00274C84"/>
    <w:rsid w:val="00275AF0"/>
    <w:rsid w:val="0027683F"/>
    <w:rsid w:val="00286A67"/>
    <w:rsid w:val="00287521"/>
    <w:rsid w:val="002913D7"/>
    <w:rsid w:val="00292D6A"/>
    <w:rsid w:val="00293047"/>
    <w:rsid w:val="002961F7"/>
    <w:rsid w:val="002A0F17"/>
    <w:rsid w:val="002A13B1"/>
    <w:rsid w:val="002A1500"/>
    <w:rsid w:val="002A38A0"/>
    <w:rsid w:val="002A4710"/>
    <w:rsid w:val="002A5161"/>
    <w:rsid w:val="002A751E"/>
    <w:rsid w:val="002B04B8"/>
    <w:rsid w:val="002B06F0"/>
    <w:rsid w:val="002B13EE"/>
    <w:rsid w:val="002B4464"/>
    <w:rsid w:val="002B4CBA"/>
    <w:rsid w:val="002B5181"/>
    <w:rsid w:val="002B6169"/>
    <w:rsid w:val="002B6643"/>
    <w:rsid w:val="002B6949"/>
    <w:rsid w:val="002C0D70"/>
    <w:rsid w:val="002C40B7"/>
    <w:rsid w:val="002C6CCB"/>
    <w:rsid w:val="002D1268"/>
    <w:rsid w:val="002D2A50"/>
    <w:rsid w:val="002D38C0"/>
    <w:rsid w:val="002D5885"/>
    <w:rsid w:val="002D5894"/>
    <w:rsid w:val="002E2345"/>
    <w:rsid w:val="002E2BA4"/>
    <w:rsid w:val="002E30A4"/>
    <w:rsid w:val="002E3465"/>
    <w:rsid w:val="002E456C"/>
    <w:rsid w:val="002E585D"/>
    <w:rsid w:val="002F016E"/>
    <w:rsid w:val="002F1920"/>
    <w:rsid w:val="002F5D4A"/>
    <w:rsid w:val="002F6B38"/>
    <w:rsid w:val="0030021B"/>
    <w:rsid w:val="00307873"/>
    <w:rsid w:val="003117FF"/>
    <w:rsid w:val="00322182"/>
    <w:rsid w:val="0032309E"/>
    <w:rsid w:val="00324036"/>
    <w:rsid w:val="0033140B"/>
    <w:rsid w:val="003324CC"/>
    <w:rsid w:val="00333D17"/>
    <w:rsid w:val="00335861"/>
    <w:rsid w:val="00335921"/>
    <w:rsid w:val="003407CD"/>
    <w:rsid w:val="00341B95"/>
    <w:rsid w:val="00343069"/>
    <w:rsid w:val="00350A9A"/>
    <w:rsid w:val="0035163F"/>
    <w:rsid w:val="003532EC"/>
    <w:rsid w:val="0035515F"/>
    <w:rsid w:val="00355A66"/>
    <w:rsid w:val="00356E9C"/>
    <w:rsid w:val="00357D07"/>
    <w:rsid w:val="00360D33"/>
    <w:rsid w:val="00361D7E"/>
    <w:rsid w:val="00361FA1"/>
    <w:rsid w:val="003627AA"/>
    <w:rsid w:val="00363AA5"/>
    <w:rsid w:val="00364E90"/>
    <w:rsid w:val="00364FD2"/>
    <w:rsid w:val="00371971"/>
    <w:rsid w:val="00371BEB"/>
    <w:rsid w:val="00372467"/>
    <w:rsid w:val="00374FF2"/>
    <w:rsid w:val="00375A98"/>
    <w:rsid w:val="00376C52"/>
    <w:rsid w:val="0038213A"/>
    <w:rsid w:val="00383607"/>
    <w:rsid w:val="00383E8A"/>
    <w:rsid w:val="0038643A"/>
    <w:rsid w:val="003905DF"/>
    <w:rsid w:val="00393607"/>
    <w:rsid w:val="003A6128"/>
    <w:rsid w:val="003B03A5"/>
    <w:rsid w:val="003B489F"/>
    <w:rsid w:val="003B4CCA"/>
    <w:rsid w:val="003B5FE2"/>
    <w:rsid w:val="003B6325"/>
    <w:rsid w:val="003C0206"/>
    <w:rsid w:val="003C27C3"/>
    <w:rsid w:val="003C318A"/>
    <w:rsid w:val="003C4637"/>
    <w:rsid w:val="003C5489"/>
    <w:rsid w:val="003C666B"/>
    <w:rsid w:val="003C77D6"/>
    <w:rsid w:val="003C79BA"/>
    <w:rsid w:val="003D121F"/>
    <w:rsid w:val="003D7C0A"/>
    <w:rsid w:val="003E0A5A"/>
    <w:rsid w:val="003E4C64"/>
    <w:rsid w:val="003E6C24"/>
    <w:rsid w:val="003E7586"/>
    <w:rsid w:val="003F089A"/>
    <w:rsid w:val="003F1A12"/>
    <w:rsid w:val="003F2441"/>
    <w:rsid w:val="003F4E5F"/>
    <w:rsid w:val="003F5546"/>
    <w:rsid w:val="003F55C2"/>
    <w:rsid w:val="003F63A3"/>
    <w:rsid w:val="003F69EE"/>
    <w:rsid w:val="003F7588"/>
    <w:rsid w:val="00400036"/>
    <w:rsid w:val="0040284D"/>
    <w:rsid w:val="00403D8C"/>
    <w:rsid w:val="00404770"/>
    <w:rsid w:val="00404C8D"/>
    <w:rsid w:val="0041060A"/>
    <w:rsid w:val="004106C3"/>
    <w:rsid w:val="00413FB2"/>
    <w:rsid w:val="00414ACC"/>
    <w:rsid w:val="00415DD5"/>
    <w:rsid w:val="0042050F"/>
    <w:rsid w:val="0042113D"/>
    <w:rsid w:val="00426DB9"/>
    <w:rsid w:val="00432276"/>
    <w:rsid w:val="004325A0"/>
    <w:rsid w:val="00432A0D"/>
    <w:rsid w:val="00432E50"/>
    <w:rsid w:val="00433932"/>
    <w:rsid w:val="00434E0D"/>
    <w:rsid w:val="00435717"/>
    <w:rsid w:val="00435CF8"/>
    <w:rsid w:val="00445AD0"/>
    <w:rsid w:val="00445ECE"/>
    <w:rsid w:val="004476EC"/>
    <w:rsid w:val="00447996"/>
    <w:rsid w:val="004503F0"/>
    <w:rsid w:val="0045192A"/>
    <w:rsid w:val="00452584"/>
    <w:rsid w:val="004546E3"/>
    <w:rsid w:val="00454CF1"/>
    <w:rsid w:val="00463D4D"/>
    <w:rsid w:val="00470523"/>
    <w:rsid w:val="00470A42"/>
    <w:rsid w:val="00470DE6"/>
    <w:rsid w:val="00472AEA"/>
    <w:rsid w:val="00473323"/>
    <w:rsid w:val="00480663"/>
    <w:rsid w:val="00481F08"/>
    <w:rsid w:val="00485418"/>
    <w:rsid w:val="00490A87"/>
    <w:rsid w:val="00491028"/>
    <w:rsid w:val="00492A96"/>
    <w:rsid w:val="00494541"/>
    <w:rsid w:val="004949C6"/>
    <w:rsid w:val="00495B32"/>
    <w:rsid w:val="004A0EEB"/>
    <w:rsid w:val="004A1ABC"/>
    <w:rsid w:val="004A1F03"/>
    <w:rsid w:val="004A2A60"/>
    <w:rsid w:val="004A77A2"/>
    <w:rsid w:val="004B4B89"/>
    <w:rsid w:val="004B4F09"/>
    <w:rsid w:val="004B61B0"/>
    <w:rsid w:val="004C03BA"/>
    <w:rsid w:val="004C1F36"/>
    <w:rsid w:val="004C21B5"/>
    <w:rsid w:val="004C7EF8"/>
    <w:rsid w:val="004D1B01"/>
    <w:rsid w:val="004D37D5"/>
    <w:rsid w:val="004D5B98"/>
    <w:rsid w:val="004D7571"/>
    <w:rsid w:val="004E201A"/>
    <w:rsid w:val="004E299E"/>
    <w:rsid w:val="004E41F3"/>
    <w:rsid w:val="004E699E"/>
    <w:rsid w:val="004F14ED"/>
    <w:rsid w:val="004F656C"/>
    <w:rsid w:val="004F7954"/>
    <w:rsid w:val="0050082F"/>
    <w:rsid w:val="00505408"/>
    <w:rsid w:val="005054A0"/>
    <w:rsid w:val="0050658F"/>
    <w:rsid w:val="0050767A"/>
    <w:rsid w:val="00510186"/>
    <w:rsid w:val="00516FBE"/>
    <w:rsid w:val="00521E15"/>
    <w:rsid w:val="00524621"/>
    <w:rsid w:val="005272A7"/>
    <w:rsid w:val="00530CEE"/>
    <w:rsid w:val="005324D4"/>
    <w:rsid w:val="005335CE"/>
    <w:rsid w:val="0054009F"/>
    <w:rsid w:val="005401E4"/>
    <w:rsid w:val="00541A8B"/>
    <w:rsid w:val="00547073"/>
    <w:rsid w:val="00550D47"/>
    <w:rsid w:val="005525AE"/>
    <w:rsid w:val="00554C7F"/>
    <w:rsid w:val="005607DF"/>
    <w:rsid w:val="00562B31"/>
    <w:rsid w:val="005630E2"/>
    <w:rsid w:val="00563C3F"/>
    <w:rsid w:val="005702D0"/>
    <w:rsid w:val="00570FE5"/>
    <w:rsid w:val="00571A94"/>
    <w:rsid w:val="0057363E"/>
    <w:rsid w:val="00573C49"/>
    <w:rsid w:val="00574102"/>
    <w:rsid w:val="005763C6"/>
    <w:rsid w:val="00576D0E"/>
    <w:rsid w:val="00576DAE"/>
    <w:rsid w:val="005778A5"/>
    <w:rsid w:val="005809C4"/>
    <w:rsid w:val="00581B9D"/>
    <w:rsid w:val="0058283C"/>
    <w:rsid w:val="00583CC8"/>
    <w:rsid w:val="00585032"/>
    <w:rsid w:val="005865B3"/>
    <w:rsid w:val="005872AD"/>
    <w:rsid w:val="005905C6"/>
    <w:rsid w:val="00590AB4"/>
    <w:rsid w:val="00591AFC"/>
    <w:rsid w:val="00595922"/>
    <w:rsid w:val="005A0610"/>
    <w:rsid w:val="005A1107"/>
    <w:rsid w:val="005A1FB6"/>
    <w:rsid w:val="005A3827"/>
    <w:rsid w:val="005A4141"/>
    <w:rsid w:val="005A5EE9"/>
    <w:rsid w:val="005A74F4"/>
    <w:rsid w:val="005B2519"/>
    <w:rsid w:val="005B2DFF"/>
    <w:rsid w:val="005B4ACE"/>
    <w:rsid w:val="005C6B99"/>
    <w:rsid w:val="005D2DAF"/>
    <w:rsid w:val="005D46BD"/>
    <w:rsid w:val="005E0889"/>
    <w:rsid w:val="005E0DA8"/>
    <w:rsid w:val="005E1FE1"/>
    <w:rsid w:val="005E20C0"/>
    <w:rsid w:val="005E3120"/>
    <w:rsid w:val="005E469E"/>
    <w:rsid w:val="005E645B"/>
    <w:rsid w:val="005F07DD"/>
    <w:rsid w:val="005F0D9E"/>
    <w:rsid w:val="005F144C"/>
    <w:rsid w:val="005F1CEC"/>
    <w:rsid w:val="005F4606"/>
    <w:rsid w:val="005F57F8"/>
    <w:rsid w:val="005F58E2"/>
    <w:rsid w:val="00601230"/>
    <w:rsid w:val="00602D9B"/>
    <w:rsid w:val="00606A14"/>
    <w:rsid w:val="006104C6"/>
    <w:rsid w:val="00612104"/>
    <w:rsid w:val="0061708C"/>
    <w:rsid w:val="00617EB3"/>
    <w:rsid w:val="00621B73"/>
    <w:rsid w:val="0062422C"/>
    <w:rsid w:val="00630D0B"/>
    <w:rsid w:val="006326E0"/>
    <w:rsid w:val="006356E7"/>
    <w:rsid w:val="00640C41"/>
    <w:rsid w:val="00642540"/>
    <w:rsid w:val="00642614"/>
    <w:rsid w:val="00643245"/>
    <w:rsid w:val="00643559"/>
    <w:rsid w:val="00645B46"/>
    <w:rsid w:val="0064601C"/>
    <w:rsid w:val="006556DA"/>
    <w:rsid w:val="006569B9"/>
    <w:rsid w:val="00657312"/>
    <w:rsid w:val="006604BF"/>
    <w:rsid w:val="00664032"/>
    <w:rsid w:val="006716D1"/>
    <w:rsid w:val="00674C3C"/>
    <w:rsid w:val="0067638E"/>
    <w:rsid w:val="00680877"/>
    <w:rsid w:val="00684600"/>
    <w:rsid w:val="0069100C"/>
    <w:rsid w:val="006916FF"/>
    <w:rsid w:val="00693835"/>
    <w:rsid w:val="006957B8"/>
    <w:rsid w:val="006A2E37"/>
    <w:rsid w:val="006A3D6B"/>
    <w:rsid w:val="006A4418"/>
    <w:rsid w:val="006B11DB"/>
    <w:rsid w:val="006B2F8F"/>
    <w:rsid w:val="006B36BC"/>
    <w:rsid w:val="006B4811"/>
    <w:rsid w:val="006B59FF"/>
    <w:rsid w:val="006B7B23"/>
    <w:rsid w:val="006C323C"/>
    <w:rsid w:val="006D2662"/>
    <w:rsid w:val="006E04F0"/>
    <w:rsid w:val="006E0EF8"/>
    <w:rsid w:val="006E1B08"/>
    <w:rsid w:val="006E4CCB"/>
    <w:rsid w:val="006F02CC"/>
    <w:rsid w:val="006F2FF5"/>
    <w:rsid w:val="006F3657"/>
    <w:rsid w:val="006F5C04"/>
    <w:rsid w:val="0070719D"/>
    <w:rsid w:val="007071B8"/>
    <w:rsid w:val="00713EE7"/>
    <w:rsid w:val="00714189"/>
    <w:rsid w:val="007203E1"/>
    <w:rsid w:val="0072179D"/>
    <w:rsid w:val="00724460"/>
    <w:rsid w:val="007247B8"/>
    <w:rsid w:val="00727CF4"/>
    <w:rsid w:val="00730616"/>
    <w:rsid w:val="007334C5"/>
    <w:rsid w:val="007341EC"/>
    <w:rsid w:val="00735A8E"/>
    <w:rsid w:val="00741C1A"/>
    <w:rsid w:val="0074236D"/>
    <w:rsid w:val="00743276"/>
    <w:rsid w:val="00745B06"/>
    <w:rsid w:val="00745C15"/>
    <w:rsid w:val="00746BB1"/>
    <w:rsid w:val="007471E9"/>
    <w:rsid w:val="00750374"/>
    <w:rsid w:val="00750904"/>
    <w:rsid w:val="00750A6D"/>
    <w:rsid w:val="0075419B"/>
    <w:rsid w:val="00755E13"/>
    <w:rsid w:val="00760545"/>
    <w:rsid w:val="0076217D"/>
    <w:rsid w:val="00765B8E"/>
    <w:rsid w:val="00767167"/>
    <w:rsid w:val="007711F1"/>
    <w:rsid w:val="007717A0"/>
    <w:rsid w:val="00772CD4"/>
    <w:rsid w:val="00773B2E"/>
    <w:rsid w:val="00773CFC"/>
    <w:rsid w:val="007760DF"/>
    <w:rsid w:val="007841BF"/>
    <w:rsid w:val="007853E3"/>
    <w:rsid w:val="007864A1"/>
    <w:rsid w:val="00787D42"/>
    <w:rsid w:val="00790522"/>
    <w:rsid w:val="00791FEE"/>
    <w:rsid w:val="00796A80"/>
    <w:rsid w:val="007A15CB"/>
    <w:rsid w:val="007A60E6"/>
    <w:rsid w:val="007B05DD"/>
    <w:rsid w:val="007B0C70"/>
    <w:rsid w:val="007B4FDC"/>
    <w:rsid w:val="007B587B"/>
    <w:rsid w:val="007B7914"/>
    <w:rsid w:val="007B7AF9"/>
    <w:rsid w:val="007C156B"/>
    <w:rsid w:val="007D2705"/>
    <w:rsid w:val="007D2B44"/>
    <w:rsid w:val="007D4243"/>
    <w:rsid w:val="007D5637"/>
    <w:rsid w:val="007D5866"/>
    <w:rsid w:val="007D58D7"/>
    <w:rsid w:val="007D5E63"/>
    <w:rsid w:val="007D7F3D"/>
    <w:rsid w:val="007E3B02"/>
    <w:rsid w:val="007E6AD2"/>
    <w:rsid w:val="007E734E"/>
    <w:rsid w:val="007E7EA6"/>
    <w:rsid w:val="007F0BCC"/>
    <w:rsid w:val="007F1254"/>
    <w:rsid w:val="007F19EF"/>
    <w:rsid w:val="007F1A69"/>
    <w:rsid w:val="007F297C"/>
    <w:rsid w:val="007F5240"/>
    <w:rsid w:val="007F536E"/>
    <w:rsid w:val="007F6F80"/>
    <w:rsid w:val="007F788B"/>
    <w:rsid w:val="007F7E3B"/>
    <w:rsid w:val="008009AA"/>
    <w:rsid w:val="008009B5"/>
    <w:rsid w:val="00802241"/>
    <w:rsid w:val="00803217"/>
    <w:rsid w:val="008038AA"/>
    <w:rsid w:val="0080625C"/>
    <w:rsid w:val="00811B29"/>
    <w:rsid w:val="008122D1"/>
    <w:rsid w:val="00812470"/>
    <w:rsid w:val="00816771"/>
    <w:rsid w:val="00817291"/>
    <w:rsid w:val="0082214B"/>
    <w:rsid w:val="00825913"/>
    <w:rsid w:val="00826F01"/>
    <w:rsid w:val="008344ED"/>
    <w:rsid w:val="008348F5"/>
    <w:rsid w:val="0084263C"/>
    <w:rsid w:val="00843F71"/>
    <w:rsid w:val="008514D7"/>
    <w:rsid w:val="0085247A"/>
    <w:rsid w:val="00863438"/>
    <w:rsid w:val="008639C8"/>
    <w:rsid w:val="00863AF4"/>
    <w:rsid w:val="008650E5"/>
    <w:rsid w:val="00866749"/>
    <w:rsid w:val="00867BE1"/>
    <w:rsid w:val="00867E2F"/>
    <w:rsid w:val="00870B3B"/>
    <w:rsid w:val="008719FF"/>
    <w:rsid w:val="00873918"/>
    <w:rsid w:val="0087655D"/>
    <w:rsid w:val="00876790"/>
    <w:rsid w:val="00883565"/>
    <w:rsid w:val="008860AB"/>
    <w:rsid w:val="00892A5F"/>
    <w:rsid w:val="00894DD0"/>
    <w:rsid w:val="008953C5"/>
    <w:rsid w:val="008955CA"/>
    <w:rsid w:val="0089719F"/>
    <w:rsid w:val="008973F5"/>
    <w:rsid w:val="00897753"/>
    <w:rsid w:val="008A2B71"/>
    <w:rsid w:val="008A2D8A"/>
    <w:rsid w:val="008A7961"/>
    <w:rsid w:val="008B4B73"/>
    <w:rsid w:val="008B526D"/>
    <w:rsid w:val="008C00B2"/>
    <w:rsid w:val="008C09EE"/>
    <w:rsid w:val="008C24EF"/>
    <w:rsid w:val="008C5106"/>
    <w:rsid w:val="008C6755"/>
    <w:rsid w:val="008C77E2"/>
    <w:rsid w:val="008D122F"/>
    <w:rsid w:val="008D184A"/>
    <w:rsid w:val="008D1EDA"/>
    <w:rsid w:val="008E5D5D"/>
    <w:rsid w:val="008E6A9F"/>
    <w:rsid w:val="008F0990"/>
    <w:rsid w:val="008F2A6B"/>
    <w:rsid w:val="008F2F39"/>
    <w:rsid w:val="009016F1"/>
    <w:rsid w:val="009019CA"/>
    <w:rsid w:val="009028EB"/>
    <w:rsid w:val="0090427F"/>
    <w:rsid w:val="009059A0"/>
    <w:rsid w:val="009061CB"/>
    <w:rsid w:val="00910062"/>
    <w:rsid w:val="009110E8"/>
    <w:rsid w:val="009128A4"/>
    <w:rsid w:val="009141B5"/>
    <w:rsid w:val="00914433"/>
    <w:rsid w:val="00922CDD"/>
    <w:rsid w:val="00925829"/>
    <w:rsid w:val="00930B72"/>
    <w:rsid w:val="00931085"/>
    <w:rsid w:val="00933CA5"/>
    <w:rsid w:val="00935CA5"/>
    <w:rsid w:val="00937B07"/>
    <w:rsid w:val="00941964"/>
    <w:rsid w:val="009421E2"/>
    <w:rsid w:val="0094301C"/>
    <w:rsid w:val="00944E82"/>
    <w:rsid w:val="0094780D"/>
    <w:rsid w:val="00947F79"/>
    <w:rsid w:val="009522BB"/>
    <w:rsid w:val="00952A0F"/>
    <w:rsid w:val="00952B9C"/>
    <w:rsid w:val="009544BB"/>
    <w:rsid w:val="00956CA7"/>
    <w:rsid w:val="00957C7B"/>
    <w:rsid w:val="00961A01"/>
    <w:rsid w:val="009624D2"/>
    <w:rsid w:val="00965D91"/>
    <w:rsid w:val="009700A0"/>
    <w:rsid w:val="00970526"/>
    <w:rsid w:val="00970C7D"/>
    <w:rsid w:val="0097102B"/>
    <w:rsid w:val="009738D3"/>
    <w:rsid w:val="0097394A"/>
    <w:rsid w:val="00980323"/>
    <w:rsid w:val="009836B4"/>
    <w:rsid w:val="0098424D"/>
    <w:rsid w:val="009843AD"/>
    <w:rsid w:val="00985256"/>
    <w:rsid w:val="009875D9"/>
    <w:rsid w:val="0098777C"/>
    <w:rsid w:val="00993CFE"/>
    <w:rsid w:val="0099405B"/>
    <w:rsid w:val="0099548A"/>
    <w:rsid w:val="009A0265"/>
    <w:rsid w:val="009A1483"/>
    <w:rsid w:val="009A14C6"/>
    <w:rsid w:val="009A4FEA"/>
    <w:rsid w:val="009A505E"/>
    <w:rsid w:val="009A5984"/>
    <w:rsid w:val="009A5F70"/>
    <w:rsid w:val="009B2BFD"/>
    <w:rsid w:val="009C24AC"/>
    <w:rsid w:val="009C3EB5"/>
    <w:rsid w:val="009C3FCD"/>
    <w:rsid w:val="009C51B9"/>
    <w:rsid w:val="009C5DC2"/>
    <w:rsid w:val="009C5E62"/>
    <w:rsid w:val="009C64AC"/>
    <w:rsid w:val="009C762B"/>
    <w:rsid w:val="009D29AB"/>
    <w:rsid w:val="009D34AD"/>
    <w:rsid w:val="009D454B"/>
    <w:rsid w:val="009D59BB"/>
    <w:rsid w:val="009D5AE5"/>
    <w:rsid w:val="009D5F59"/>
    <w:rsid w:val="009D6B34"/>
    <w:rsid w:val="009D7007"/>
    <w:rsid w:val="009D75A5"/>
    <w:rsid w:val="009E6FA0"/>
    <w:rsid w:val="009E79AA"/>
    <w:rsid w:val="009F1B25"/>
    <w:rsid w:val="009F1E1A"/>
    <w:rsid w:val="009F20FF"/>
    <w:rsid w:val="009F4F6E"/>
    <w:rsid w:val="00A027AE"/>
    <w:rsid w:val="00A02F9D"/>
    <w:rsid w:val="00A03A3E"/>
    <w:rsid w:val="00A0435B"/>
    <w:rsid w:val="00A04D05"/>
    <w:rsid w:val="00A07957"/>
    <w:rsid w:val="00A11BAF"/>
    <w:rsid w:val="00A11EC9"/>
    <w:rsid w:val="00A143CA"/>
    <w:rsid w:val="00A22380"/>
    <w:rsid w:val="00A241CD"/>
    <w:rsid w:val="00A31C8B"/>
    <w:rsid w:val="00A32401"/>
    <w:rsid w:val="00A32BF4"/>
    <w:rsid w:val="00A338A9"/>
    <w:rsid w:val="00A35317"/>
    <w:rsid w:val="00A35775"/>
    <w:rsid w:val="00A358E9"/>
    <w:rsid w:val="00A36C53"/>
    <w:rsid w:val="00A40C23"/>
    <w:rsid w:val="00A40E80"/>
    <w:rsid w:val="00A43FB7"/>
    <w:rsid w:val="00A47B62"/>
    <w:rsid w:val="00A5036A"/>
    <w:rsid w:val="00A513A2"/>
    <w:rsid w:val="00A531F1"/>
    <w:rsid w:val="00A538A8"/>
    <w:rsid w:val="00A5480D"/>
    <w:rsid w:val="00A54A2F"/>
    <w:rsid w:val="00A54F0B"/>
    <w:rsid w:val="00A555BE"/>
    <w:rsid w:val="00A558F3"/>
    <w:rsid w:val="00A577D5"/>
    <w:rsid w:val="00A609E2"/>
    <w:rsid w:val="00A61FBB"/>
    <w:rsid w:val="00A62430"/>
    <w:rsid w:val="00A67363"/>
    <w:rsid w:val="00A677C1"/>
    <w:rsid w:val="00A7352C"/>
    <w:rsid w:val="00A738D7"/>
    <w:rsid w:val="00A741F4"/>
    <w:rsid w:val="00A760EC"/>
    <w:rsid w:val="00A76F4B"/>
    <w:rsid w:val="00A80956"/>
    <w:rsid w:val="00A8180B"/>
    <w:rsid w:val="00A8281D"/>
    <w:rsid w:val="00A84B23"/>
    <w:rsid w:val="00A8528F"/>
    <w:rsid w:val="00A87105"/>
    <w:rsid w:val="00A876D0"/>
    <w:rsid w:val="00A90472"/>
    <w:rsid w:val="00A9445C"/>
    <w:rsid w:val="00A94A18"/>
    <w:rsid w:val="00A976F7"/>
    <w:rsid w:val="00AA1421"/>
    <w:rsid w:val="00AA1598"/>
    <w:rsid w:val="00AA209C"/>
    <w:rsid w:val="00AA2C2B"/>
    <w:rsid w:val="00AA2D8F"/>
    <w:rsid w:val="00AA4081"/>
    <w:rsid w:val="00AA429B"/>
    <w:rsid w:val="00AA628D"/>
    <w:rsid w:val="00AA796B"/>
    <w:rsid w:val="00AB260F"/>
    <w:rsid w:val="00AB2B8C"/>
    <w:rsid w:val="00AB3CD4"/>
    <w:rsid w:val="00AB48E7"/>
    <w:rsid w:val="00AB53E8"/>
    <w:rsid w:val="00AB58BC"/>
    <w:rsid w:val="00AB5A33"/>
    <w:rsid w:val="00AB6B03"/>
    <w:rsid w:val="00AC59FF"/>
    <w:rsid w:val="00AC5F31"/>
    <w:rsid w:val="00AC651C"/>
    <w:rsid w:val="00AC6C9C"/>
    <w:rsid w:val="00AD134E"/>
    <w:rsid w:val="00AD50DC"/>
    <w:rsid w:val="00AD598A"/>
    <w:rsid w:val="00AE283E"/>
    <w:rsid w:val="00AE2A64"/>
    <w:rsid w:val="00AE2B4C"/>
    <w:rsid w:val="00AE73AA"/>
    <w:rsid w:val="00AF1DAC"/>
    <w:rsid w:val="00AF2B4E"/>
    <w:rsid w:val="00AF6F8C"/>
    <w:rsid w:val="00B0132C"/>
    <w:rsid w:val="00B01C02"/>
    <w:rsid w:val="00B02C59"/>
    <w:rsid w:val="00B02C76"/>
    <w:rsid w:val="00B03FCB"/>
    <w:rsid w:val="00B0449D"/>
    <w:rsid w:val="00B04ABB"/>
    <w:rsid w:val="00B05D51"/>
    <w:rsid w:val="00B05DD1"/>
    <w:rsid w:val="00B0624B"/>
    <w:rsid w:val="00B12C77"/>
    <w:rsid w:val="00B141AF"/>
    <w:rsid w:val="00B156F3"/>
    <w:rsid w:val="00B15B70"/>
    <w:rsid w:val="00B212CA"/>
    <w:rsid w:val="00B21EC5"/>
    <w:rsid w:val="00B254BC"/>
    <w:rsid w:val="00B25D0F"/>
    <w:rsid w:val="00B25D59"/>
    <w:rsid w:val="00B276E4"/>
    <w:rsid w:val="00B34EF5"/>
    <w:rsid w:val="00B40F05"/>
    <w:rsid w:val="00B41A1C"/>
    <w:rsid w:val="00B43770"/>
    <w:rsid w:val="00B471A6"/>
    <w:rsid w:val="00B51742"/>
    <w:rsid w:val="00B525AE"/>
    <w:rsid w:val="00B57957"/>
    <w:rsid w:val="00B601CB"/>
    <w:rsid w:val="00B60280"/>
    <w:rsid w:val="00B6267E"/>
    <w:rsid w:val="00B636BE"/>
    <w:rsid w:val="00B6552E"/>
    <w:rsid w:val="00B6555C"/>
    <w:rsid w:val="00B677DB"/>
    <w:rsid w:val="00B70CE3"/>
    <w:rsid w:val="00B70DDC"/>
    <w:rsid w:val="00B743EF"/>
    <w:rsid w:val="00B74B2D"/>
    <w:rsid w:val="00B75D14"/>
    <w:rsid w:val="00B8081B"/>
    <w:rsid w:val="00B80DFF"/>
    <w:rsid w:val="00B82B51"/>
    <w:rsid w:val="00B870B0"/>
    <w:rsid w:val="00B8768D"/>
    <w:rsid w:val="00B90DEE"/>
    <w:rsid w:val="00B92432"/>
    <w:rsid w:val="00B93737"/>
    <w:rsid w:val="00B93C6D"/>
    <w:rsid w:val="00B94123"/>
    <w:rsid w:val="00B9486A"/>
    <w:rsid w:val="00B94C79"/>
    <w:rsid w:val="00B979F4"/>
    <w:rsid w:val="00BA2176"/>
    <w:rsid w:val="00BA23B4"/>
    <w:rsid w:val="00BA2667"/>
    <w:rsid w:val="00BA2EE5"/>
    <w:rsid w:val="00BB07D2"/>
    <w:rsid w:val="00BB1852"/>
    <w:rsid w:val="00BB25CE"/>
    <w:rsid w:val="00BB34E7"/>
    <w:rsid w:val="00BB471E"/>
    <w:rsid w:val="00BB519F"/>
    <w:rsid w:val="00BB6163"/>
    <w:rsid w:val="00BC133B"/>
    <w:rsid w:val="00BC205A"/>
    <w:rsid w:val="00BC39F0"/>
    <w:rsid w:val="00BC5C68"/>
    <w:rsid w:val="00BD108D"/>
    <w:rsid w:val="00BD1EC6"/>
    <w:rsid w:val="00BD6001"/>
    <w:rsid w:val="00BD752B"/>
    <w:rsid w:val="00BE01D1"/>
    <w:rsid w:val="00BE15F2"/>
    <w:rsid w:val="00BE3CCA"/>
    <w:rsid w:val="00BE6F2F"/>
    <w:rsid w:val="00BE7616"/>
    <w:rsid w:val="00BF284C"/>
    <w:rsid w:val="00BF3552"/>
    <w:rsid w:val="00BF3A48"/>
    <w:rsid w:val="00BF5DA5"/>
    <w:rsid w:val="00BF5EF0"/>
    <w:rsid w:val="00BF6748"/>
    <w:rsid w:val="00BF76D1"/>
    <w:rsid w:val="00C026DC"/>
    <w:rsid w:val="00C0350F"/>
    <w:rsid w:val="00C06F94"/>
    <w:rsid w:val="00C10241"/>
    <w:rsid w:val="00C10A07"/>
    <w:rsid w:val="00C11858"/>
    <w:rsid w:val="00C1472A"/>
    <w:rsid w:val="00C169E7"/>
    <w:rsid w:val="00C20AEB"/>
    <w:rsid w:val="00C20B78"/>
    <w:rsid w:val="00C2140E"/>
    <w:rsid w:val="00C23380"/>
    <w:rsid w:val="00C24995"/>
    <w:rsid w:val="00C35221"/>
    <w:rsid w:val="00C3716C"/>
    <w:rsid w:val="00C41A2E"/>
    <w:rsid w:val="00C42EBE"/>
    <w:rsid w:val="00C43D1D"/>
    <w:rsid w:val="00C43F5F"/>
    <w:rsid w:val="00C44941"/>
    <w:rsid w:val="00C45552"/>
    <w:rsid w:val="00C53F99"/>
    <w:rsid w:val="00C54B3A"/>
    <w:rsid w:val="00C60884"/>
    <w:rsid w:val="00C61783"/>
    <w:rsid w:val="00C62E82"/>
    <w:rsid w:val="00C665E4"/>
    <w:rsid w:val="00C66D18"/>
    <w:rsid w:val="00C70C51"/>
    <w:rsid w:val="00C722BB"/>
    <w:rsid w:val="00C74C9E"/>
    <w:rsid w:val="00C74E64"/>
    <w:rsid w:val="00C779B8"/>
    <w:rsid w:val="00C83B6B"/>
    <w:rsid w:val="00C84BF8"/>
    <w:rsid w:val="00C84F8C"/>
    <w:rsid w:val="00C86E57"/>
    <w:rsid w:val="00C9024A"/>
    <w:rsid w:val="00C9261D"/>
    <w:rsid w:val="00C927B5"/>
    <w:rsid w:val="00C92877"/>
    <w:rsid w:val="00C97315"/>
    <w:rsid w:val="00C97984"/>
    <w:rsid w:val="00CA2093"/>
    <w:rsid w:val="00CA746D"/>
    <w:rsid w:val="00CB38EF"/>
    <w:rsid w:val="00CB5735"/>
    <w:rsid w:val="00CB77C6"/>
    <w:rsid w:val="00CC1B08"/>
    <w:rsid w:val="00CD0773"/>
    <w:rsid w:val="00CD5E76"/>
    <w:rsid w:val="00CE013F"/>
    <w:rsid w:val="00CE1D59"/>
    <w:rsid w:val="00CF2BAE"/>
    <w:rsid w:val="00CF3A14"/>
    <w:rsid w:val="00CF5CB3"/>
    <w:rsid w:val="00D011DC"/>
    <w:rsid w:val="00D03EA9"/>
    <w:rsid w:val="00D0432A"/>
    <w:rsid w:val="00D04A7A"/>
    <w:rsid w:val="00D06184"/>
    <w:rsid w:val="00D12F08"/>
    <w:rsid w:val="00D136B7"/>
    <w:rsid w:val="00D16553"/>
    <w:rsid w:val="00D22C91"/>
    <w:rsid w:val="00D23C58"/>
    <w:rsid w:val="00D2484E"/>
    <w:rsid w:val="00D24BD4"/>
    <w:rsid w:val="00D256B6"/>
    <w:rsid w:val="00D3066F"/>
    <w:rsid w:val="00D31D25"/>
    <w:rsid w:val="00D33E5F"/>
    <w:rsid w:val="00D34388"/>
    <w:rsid w:val="00D36606"/>
    <w:rsid w:val="00D42047"/>
    <w:rsid w:val="00D42846"/>
    <w:rsid w:val="00D44BDB"/>
    <w:rsid w:val="00D46963"/>
    <w:rsid w:val="00D47A7D"/>
    <w:rsid w:val="00D52C6D"/>
    <w:rsid w:val="00D54693"/>
    <w:rsid w:val="00D57788"/>
    <w:rsid w:val="00D60C27"/>
    <w:rsid w:val="00D61D72"/>
    <w:rsid w:val="00D62D5D"/>
    <w:rsid w:val="00D6453E"/>
    <w:rsid w:val="00D647C4"/>
    <w:rsid w:val="00D65CC8"/>
    <w:rsid w:val="00D65D8D"/>
    <w:rsid w:val="00D65DD2"/>
    <w:rsid w:val="00D671F9"/>
    <w:rsid w:val="00D677F8"/>
    <w:rsid w:val="00D6792B"/>
    <w:rsid w:val="00D713DE"/>
    <w:rsid w:val="00D73387"/>
    <w:rsid w:val="00D73886"/>
    <w:rsid w:val="00D75799"/>
    <w:rsid w:val="00D76AC9"/>
    <w:rsid w:val="00D77F2E"/>
    <w:rsid w:val="00D80856"/>
    <w:rsid w:val="00D80A81"/>
    <w:rsid w:val="00D82733"/>
    <w:rsid w:val="00D870C3"/>
    <w:rsid w:val="00D87A4C"/>
    <w:rsid w:val="00D917FD"/>
    <w:rsid w:val="00D92B5D"/>
    <w:rsid w:val="00D934EE"/>
    <w:rsid w:val="00D946B7"/>
    <w:rsid w:val="00D94B86"/>
    <w:rsid w:val="00D94C60"/>
    <w:rsid w:val="00D95A41"/>
    <w:rsid w:val="00DA564B"/>
    <w:rsid w:val="00DA6E5E"/>
    <w:rsid w:val="00DB279F"/>
    <w:rsid w:val="00DB4E4E"/>
    <w:rsid w:val="00DB5C0B"/>
    <w:rsid w:val="00DB7378"/>
    <w:rsid w:val="00DB78FC"/>
    <w:rsid w:val="00DC1D63"/>
    <w:rsid w:val="00DC2DE8"/>
    <w:rsid w:val="00DC3200"/>
    <w:rsid w:val="00DC3973"/>
    <w:rsid w:val="00DD0743"/>
    <w:rsid w:val="00DD0820"/>
    <w:rsid w:val="00DD113A"/>
    <w:rsid w:val="00DD3BFB"/>
    <w:rsid w:val="00DD70EC"/>
    <w:rsid w:val="00DE3975"/>
    <w:rsid w:val="00DF4B27"/>
    <w:rsid w:val="00DF72F9"/>
    <w:rsid w:val="00E017A8"/>
    <w:rsid w:val="00E0208B"/>
    <w:rsid w:val="00E02FFF"/>
    <w:rsid w:val="00E05579"/>
    <w:rsid w:val="00E05C02"/>
    <w:rsid w:val="00E12453"/>
    <w:rsid w:val="00E14287"/>
    <w:rsid w:val="00E1744F"/>
    <w:rsid w:val="00E201B4"/>
    <w:rsid w:val="00E213CD"/>
    <w:rsid w:val="00E254B3"/>
    <w:rsid w:val="00E256DB"/>
    <w:rsid w:val="00E303E3"/>
    <w:rsid w:val="00E30E73"/>
    <w:rsid w:val="00E30FD9"/>
    <w:rsid w:val="00E33EE0"/>
    <w:rsid w:val="00E3427A"/>
    <w:rsid w:val="00E3730C"/>
    <w:rsid w:val="00E40EA9"/>
    <w:rsid w:val="00E422BF"/>
    <w:rsid w:val="00E504DD"/>
    <w:rsid w:val="00E5181B"/>
    <w:rsid w:val="00E537FA"/>
    <w:rsid w:val="00E53D3C"/>
    <w:rsid w:val="00E54238"/>
    <w:rsid w:val="00E54C12"/>
    <w:rsid w:val="00E550AC"/>
    <w:rsid w:val="00E55173"/>
    <w:rsid w:val="00E55749"/>
    <w:rsid w:val="00E57DAF"/>
    <w:rsid w:val="00E62935"/>
    <w:rsid w:val="00E632EF"/>
    <w:rsid w:val="00E65629"/>
    <w:rsid w:val="00E6634B"/>
    <w:rsid w:val="00E678BC"/>
    <w:rsid w:val="00E703EA"/>
    <w:rsid w:val="00E75101"/>
    <w:rsid w:val="00E75BFC"/>
    <w:rsid w:val="00E76907"/>
    <w:rsid w:val="00E77E68"/>
    <w:rsid w:val="00E81E02"/>
    <w:rsid w:val="00E8291B"/>
    <w:rsid w:val="00E84D19"/>
    <w:rsid w:val="00E87A5E"/>
    <w:rsid w:val="00E918B0"/>
    <w:rsid w:val="00E92DE7"/>
    <w:rsid w:val="00E93BEF"/>
    <w:rsid w:val="00E95532"/>
    <w:rsid w:val="00E960CC"/>
    <w:rsid w:val="00E96982"/>
    <w:rsid w:val="00EA09AA"/>
    <w:rsid w:val="00EA135C"/>
    <w:rsid w:val="00EA238F"/>
    <w:rsid w:val="00EA33D1"/>
    <w:rsid w:val="00EA52B6"/>
    <w:rsid w:val="00EA63C8"/>
    <w:rsid w:val="00EA6D90"/>
    <w:rsid w:val="00EB28D7"/>
    <w:rsid w:val="00EB2A66"/>
    <w:rsid w:val="00EB3334"/>
    <w:rsid w:val="00EB7EEE"/>
    <w:rsid w:val="00EC141E"/>
    <w:rsid w:val="00EC34C0"/>
    <w:rsid w:val="00EC3ED7"/>
    <w:rsid w:val="00EC58ED"/>
    <w:rsid w:val="00EC6485"/>
    <w:rsid w:val="00ED12A6"/>
    <w:rsid w:val="00ED4405"/>
    <w:rsid w:val="00ED5F8F"/>
    <w:rsid w:val="00EE0B8C"/>
    <w:rsid w:val="00EE7C33"/>
    <w:rsid w:val="00EF3B2B"/>
    <w:rsid w:val="00EF6381"/>
    <w:rsid w:val="00EF668A"/>
    <w:rsid w:val="00F01E49"/>
    <w:rsid w:val="00F02CE5"/>
    <w:rsid w:val="00F0431C"/>
    <w:rsid w:val="00F07AAA"/>
    <w:rsid w:val="00F105DC"/>
    <w:rsid w:val="00F14061"/>
    <w:rsid w:val="00F14A63"/>
    <w:rsid w:val="00F14C28"/>
    <w:rsid w:val="00F1579A"/>
    <w:rsid w:val="00F1648E"/>
    <w:rsid w:val="00F20B32"/>
    <w:rsid w:val="00F23B1E"/>
    <w:rsid w:val="00F2428A"/>
    <w:rsid w:val="00F24489"/>
    <w:rsid w:val="00F252FF"/>
    <w:rsid w:val="00F30940"/>
    <w:rsid w:val="00F30B19"/>
    <w:rsid w:val="00F3353E"/>
    <w:rsid w:val="00F33896"/>
    <w:rsid w:val="00F40E6E"/>
    <w:rsid w:val="00F426C3"/>
    <w:rsid w:val="00F435FB"/>
    <w:rsid w:val="00F43A4F"/>
    <w:rsid w:val="00F44A99"/>
    <w:rsid w:val="00F47E02"/>
    <w:rsid w:val="00F50651"/>
    <w:rsid w:val="00F50ABE"/>
    <w:rsid w:val="00F51AED"/>
    <w:rsid w:val="00F53177"/>
    <w:rsid w:val="00F54682"/>
    <w:rsid w:val="00F546A8"/>
    <w:rsid w:val="00F57530"/>
    <w:rsid w:val="00F60A6A"/>
    <w:rsid w:val="00F61367"/>
    <w:rsid w:val="00F6271F"/>
    <w:rsid w:val="00F62F1B"/>
    <w:rsid w:val="00F6340E"/>
    <w:rsid w:val="00F649FC"/>
    <w:rsid w:val="00F65A45"/>
    <w:rsid w:val="00F7069B"/>
    <w:rsid w:val="00F70A9D"/>
    <w:rsid w:val="00F71242"/>
    <w:rsid w:val="00F73CB1"/>
    <w:rsid w:val="00F74F11"/>
    <w:rsid w:val="00F82B0E"/>
    <w:rsid w:val="00F846E9"/>
    <w:rsid w:val="00F848BD"/>
    <w:rsid w:val="00F86DEC"/>
    <w:rsid w:val="00F8712E"/>
    <w:rsid w:val="00F87B55"/>
    <w:rsid w:val="00F909A3"/>
    <w:rsid w:val="00F91D4F"/>
    <w:rsid w:val="00F92D65"/>
    <w:rsid w:val="00F93E7A"/>
    <w:rsid w:val="00FA0A72"/>
    <w:rsid w:val="00FA1589"/>
    <w:rsid w:val="00FA668E"/>
    <w:rsid w:val="00FA6918"/>
    <w:rsid w:val="00FB163D"/>
    <w:rsid w:val="00FB234F"/>
    <w:rsid w:val="00FB3093"/>
    <w:rsid w:val="00FC44C4"/>
    <w:rsid w:val="00FD61DE"/>
    <w:rsid w:val="00FD67C2"/>
    <w:rsid w:val="00FD7A36"/>
    <w:rsid w:val="00FE12DD"/>
    <w:rsid w:val="00FE1813"/>
    <w:rsid w:val="00FE1B76"/>
    <w:rsid w:val="00FE1C8A"/>
    <w:rsid w:val="00FE5503"/>
    <w:rsid w:val="00FF0243"/>
    <w:rsid w:val="00FF276A"/>
    <w:rsid w:val="00FF32B2"/>
    <w:rsid w:val="00FF393E"/>
    <w:rsid w:val="00FF39C1"/>
    <w:rsid w:val="00FF3E64"/>
    <w:rsid w:val="00FF44FC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lipchenko\Application%20Data\Microsoft\Templates\&#1087;&#1080;&#1089;&#1100;&#1084;&#1086;%20&#1043;&#1091;&#1073;&#1077;&#1088;&#1085;&#1072;&#1090;&#1086;&#1088;&#1072;%20&#1086;&#1073;&#1083;&#1072;&#1089;&#109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B9F2-EE3E-4273-8335-7E32F6EC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Губернатора области.dot</Template>
  <TotalTime>1</TotalTime>
  <Pages>4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области</vt:lpstr>
    </vt:vector>
  </TitlesOfParts>
  <Company>Администрация Ярославской области</Company>
  <LinksUpToDate>false</LinksUpToDate>
  <CharactersWithSpaces>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области</dc:title>
  <dc:creator>kilipchenko</dc:creator>
  <cp:lastModifiedBy>Молчанова Ольга Петровна</cp:lastModifiedBy>
  <cp:revision>2</cp:revision>
  <cp:lastPrinted>2021-10-26T09:59:00Z</cp:lastPrinted>
  <dcterms:created xsi:type="dcterms:W3CDTF">2021-11-01T06:12:00Z</dcterms:created>
  <dcterms:modified xsi:type="dcterms:W3CDTF">2021-11-01T06:12:00Z</dcterms:modified>
</cp:coreProperties>
</file>